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6F064B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6F064B" w:rsidSect="00290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06888" w14:textId="77777777" w:rsidR="000C0382" w:rsidRDefault="000C0382">
      <w:r>
        <w:separator/>
      </w:r>
    </w:p>
  </w:endnote>
  <w:endnote w:type="continuationSeparator" w:id="0">
    <w:p w14:paraId="6783F822" w14:textId="77777777" w:rsidR="000C0382" w:rsidRDefault="000C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C1EE" w14:textId="77777777" w:rsidR="0063155F" w:rsidRDefault="00631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6417B61" w:rsidR="002903D8" w:rsidRPr="0043431B" w:rsidRDefault="0043431B" w:rsidP="00474151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17AF7" w14:textId="77777777" w:rsidR="000C0382" w:rsidRDefault="000C0382">
      <w:r>
        <w:separator/>
      </w:r>
    </w:p>
  </w:footnote>
  <w:footnote w:type="continuationSeparator" w:id="0">
    <w:p w14:paraId="710D7C23" w14:textId="77777777" w:rsidR="000C0382" w:rsidRDefault="000C0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32115" w14:textId="77777777" w:rsidR="0063155F" w:rsidRDefault="00631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42FC1FCB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369F0065">
              <wp:simplePos x="0" y="0"/>
              <wp:positionH relativeFrom="margin">
                <wp:align>right</wp:align>
              </wp:positionH>
              <wp:positionV relativeFrom="topMargin">
                <wp:posOffset>504825</wp:posOffset>
              </wp:positionV>
              <wp:extent cx="1219200" cy="1304925"/>
              <wp:effectExtent l="0" t="0" r="0" b="9525"/>
              <wp:wrapTight wrapText="bothSides">
                <wp:wrapPolygon edited="0">
                  <wp:start x="0" y="0"/>
                  <wp:lineTo x="0" y="21442"/>
                  <wp:lineTo x="21263" y="21442"/>
                  <wp:lineTo x="21263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46F753" w14:textId="77777777" w:rsidR="00FB01F4" w:rsidRPr="0063155F" w:rsidRDefault="00DD2310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</w:t>
                          </w:r>
                          <w:r w:rsidR="00FB01F4"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 xml:space="preserve"> City and </w:t>
                          </w:r>
                        </w:p>
                        <w:p w14:paraId="185922F1" w14:textId="570FDABA" w:rsidR="00DC51DD" w:rsidRPr="0063155F" w:rsidRDefault="00FB01F4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Regional Planning</w:t>
                          </w:r>
                          <w:r w:rsidR="002903D8" w:rsidRPr="0063155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63155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57AAD8DD" w:rsidR="002903D8" w:rsidRPr="0063155F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01F4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106 W. Sibley Hall</w:t>
                          </w:r>
                        </w:p>
                        <w:p w14:paraId="25167C52" w14:textId="77777777" w:rsidR="002903D8" w:rsidRPr="0063155F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4A4E9A32" w:rsidR="002903D8" w:rsidRPr="0063155F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FB01F4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1971</w:t>
                          </w:r>
                        </w:p>
                        <w:p w14:paraId="632299DC" w14:textId="233F9B91" w:rsidR="002903D8" w:rsidRPr="0063155F" w:rsidRDefault="00FB01F4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crpinfo</w:t>
                          </w:r>
                          <w:r w:rsidR="00DD2310" w:rsidRPr="0063155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.8pt;margin-top:39.75pt;width:96pt;height:10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g+n1gEAAJIDAAAOAAAAZHJzL2Uyb0RvYy54bWysU9tu1DAQfUfiHyy/s9ksF9Fos1VpVYRU&#13;&#10;KFLhAxzHTiISj5nxbrJ8PWNnswX6VvFije3xmXPOjLeX09CLg0HqwJUyX62lME5D3bmmlN+/3b56&#13;&#10;LwUF5WrVgzOlPBqSl7uXL7ajL8wGWuhrg4JBHBWjL2Ubgi+yjHRrBkUr8MbxpQUcVOAtNlmNamT0&#13;&#10;oc826/W7bASsPYI2RHx6M1/KXcK31uhwby2ZIPpSMreQVkxrFddst1VFg8q3nT7RUM9gMajOcdEz&#13;&#10;1I0KSuyxewI1dBqBwIaVhiEDazttkgZWk6//UfPQKm+SFjaH/Nkm+n+w+svhwX9FEaYPMHEDkwjy&#13;&#10;d6B/kHBw3SrXmCtEGFujai6cR8uy0VNxehqtpoIiSDV+hpqbrPYBEtBkcYiusE7B6NyA49l0MwWh&#13;&#10;Y8lNfsGdlELzXf56/eZi8zbVUMXy3COFjwYGEYNSInc1wavDHYVIRxVLSqzm4Lbr+9TZ3v11wInx&#13;&#10;JNGPjGfuYaomzo4yKqiPLARhHhQebA5awF9SjDwkpaSfe4VGiv6TYzPiRC0BLkG1BMppflrKIMUc&#13;&#10;Xod58vYeu6Zl5NluB1dsmO2SlEcWJ57c+KTwNKRxsv7cp6zHr7T7DQAA//8DAFBLAwQUAAYACAAA&#13;&#10;ACEAT+8k0uIAAAAMAQAADwAAAGRycy9kb3ducmV2LnhtbEyPzW7CMBCE75V4B2uReit2I0FJiINQ&#13;&#10;f06Vqob00KMTL4lFvE5jA+nb15zoZaXd0czOl28n27Mzjt44kvC4EMCQGqcNtRK+qreHNTAfFGnV&#13;&#10;O0IJv+hhW8zucpVpd6ESz/vQshhCPlMSuhCGjHPfdGiVX7gBKWoHN1oV4jq2XI/qEsNtzxMhVtwq&#13;&#10;Q/FDpwZ87rA57k9Wwu6bylfz81F/lofSVFUq6H11lPJ+Pr1s4thtgAWcws0BV4bYH4pYrHYn0p71&#13;&#10;EiJNkPCULoFd1TSJh1pCsl4K4EXO/0MUfwAAAP//AwBQSwECLQAUAAYACAAAACEAtoM4kv4AAADh&#13;&#10;AQAAEwAAAAAAAAAAAAAAAAAAAAAAW0NvbnRlbnRfVHlwZXNdLnhtbFBLAQItABQABgAIAAAAIQA4&#13;&#10;/SH/1gAAAJQBAAALAAAAAAAAAAAAAAAAAC8BAABfcmVscy8ucmVsc1BLAQItABQABgAIAAAAIQBm&#13;&#10;fg+n1gEAAJIDAAAOAAAAAAAAAAAAAAAAAC4CAABkcnMvZTJvRG9jLnhtbFBLAQItABQABgAIAAAA&#13;&#10;IQBP7yTS4gAAAAwBAAAPAAAAAAAAAAAAAAAAADAEAABkcnMvZG93bnJldi54bWxQSwUGAAAAAAQA&#13;&#10;BADzAAAAPwUAAAAA&#13;&#10;" filled="f" stroked="f">
              <v:textbox inset="0,0,0,0">
                <w:txbxContent>
                  <w:p w14:paraId="1646F753" w14:textId="77777777" w:rsidR="00FB01F4" w:rsidRPr="0063155F" w:rsidRDefault="00DD2310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</w:t>
                    </w:r>
                    <w:r w:rsidR="00FB01F4"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 xml:space="preserve"> City and </w:t>
                    </w:r>
                  </w:p>
                  <w:p w14:paraId="185922F1" w14:textId="570FDABA" w:rsidR="00DC51DD" w:rsidRPr="0063155F" w:rsidRDefault="00FB01F4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Regional Planning</w:t>
                    </w:r>
                    <w:r w:rsidR="002903D8" w:rsidRPr="0063155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63155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57AAD8DD" w:rsidR="002903D8" w:rsidRPr="0063155F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FB01F4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106 W. Sibley Hall</w:t>
                    </w:r>
                  </w:p>
                  <w:p w14:paraId="25167C52" w14:textId="77777777" w:rsidR="002903D8" w:rsidRPr="0063155F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4A4E9A32" w:rsidR="002903D8" w:rsidRPr="0063155F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FB01F4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1971</w:t>
                    </w:r>
                  </w:p>
                  <w:p w14:paraId="632299DC" w14:textId="233F9B91" w:rsidR="002903D8" w:rsidRPr="0063155F" w:rsidRDefault="00FB01F4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crpinfo</w:t>
                    </w:r>
                    <w:r w:rsidR="00DD2310" w:rsidRPr="0063155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2929199">
    <w:abstractNumId w:val="1"/>
  </w:num>
  <w:num w:numId="2" w16cid:durableId="19997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0C0382"/>
    <w:rsid w:val="000F2B24"/>
    <w:rsid w:val="00113E06"/>
    <w:rsid w:val="0018523A"/>
    <w:rsid w:val="002256D8"/>
    <w:rsid w:val="002903D8"/>
    <w:rsid w:val="002A6561"/>
    <w:rsid w:val="00300D07"/>
    <w:rsid w:val="00314341"/>
    <w:rsid w:val="003207F5"/>
    <w:rsid w:val="00340015"/>
    <w:rsid w:val="004007EA"/>
    <w:rsid w:val="00421BA9"/>
    <w:rsid w:val="0043431B"/>
    <w:rsid w:val="00443B36"/>
    <w:rsid w:val="004463A4"/>
    <w:rsid w:val="00474151"/>
    <w:rsid w:val="004C0877"/>
    <w:rsid w:val="004C7C68"/>
    <w:rsid w:val="004D0C29"/>
    <w:rsid w:val="004E198D"/>
    <w:rsid w:val="004F5C59"/>
    <w:rsid w:val="004F7CC9"/>
    <w:rsid w:val="00504B70"/>
    <w:rsid w:val="00510CC5"/>
    <w:rsid w:val="005542CE"/>
    <w:rsid w:val="00587D1B"/>
    <w:rsid w:val="005A746A"/>
    <w:rsid w:val="005F2A7F"/>
    <w:rsid w:val="00603489"/>
    <w:rsid w:val="00623069"/>
    <w:rsid w:val="0063155F"/>
    <w:rsid w:val="0066178D"/>
    <w:rsid w:val="006C47D6"/>
    <w:rsid w:val="006E46CB"/>
    <w:rsid w:val="006F064B"/>
    <w:rsid w:val="00704772"/>
    <w:rsid w:val="0070785A"/>
    <w:rsid w:val="007570DE"/>
    <w:rsid w:val="007A1C4D"/>
    <w:rsid w:val="007B0CD0"/>
    <w:rsid w:val="007C29A8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21045"/>
    <w:rsid w:val="00937F73"/>
    <w:rsid w:val="009408DC"/>
    <w:rsid w:val="00946677"/>
    <w:rsid w:val="0095244C"/>
    <w:rsid w:val="00961692"/>
    <w:rsid w:val="009964AB"/>
    <w:rsid w:val="00A32031"/>
    <w:rsid w:val="00AA115A"/>
    <w:rsid w:val="00AA2C8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D12F94"/>
    <w:rsid w:val="00D240E3"/>
    <w:rsid w:val="00D3768D"/>
    <w:rsid w:val="00D61731"/>
    <w:rsid w:val="00DA31F2"/>
    <w:rsid w:val="00DB6C1F"/>
    <w:rsid w:val="00DC1C28"/>
    <w:rsid w:val="00DC51DD"/>
    <w:rsid w:val="00DD2310"/>
    <w:rsid w:val="00E31D0D"/>
    <w:rsid w:val="00E5245C"/>
    <w:rsid w:val="00E52AA3"/>
    <w:rsid w:val="00E81216"/>
    <w:rsid w:val="00E83DD5"/>
    <w:rsid w:val="00E85DDF"/>
    <w:rsid w:val="00EC3C24"/>
    <w:rsid w:val="00EE5908"/>
    <w:rsid w:val="00EF2687"/>
    <w:rsid w:val="00F27240"/>
    <w:rsid w:val="00FB01F4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DC1C28"/>
  </w:style>
  <w:style w:type="character" w:customStyle="1" w:styleId="apple-converted-space">
    <w:name w:val="apple-converted-space"/>
    <w:basedOn w:val="DefaultParagraphFont"/>
    <w:rsid w:val="00DC1C28"/>
  </w:style>
  <w:style w:type="character" w:styleId="Hyperlink">
    <w:name w:val="Hyperlink"/>
    <w:basedOn w:val="DefaultParagraphFont"/>
    <w:uiPriority w:val="99"/>
    <w:semiHidden/>
    <w:unhideWhenUsed/>
    <w:rsid w:val="00DC1C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BDC90C-78F1-E946-ACFB-1446CDAB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11</cp:revision>
  <cp:lastPrinted>2019-07-16T14:48:00Z</cp:lastPrinted>
  <dcterms:created xsi:type="dcterms:W3CDTF">2021-08-17T20:15:00Z</dcterms:created>
  <dcterms:modified xsi:type="dcterms:W3CDTF">2026-02-16T17:28:00Z</dcterms:modified>
</cp:coreProperties>
</file>