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8979BE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8979BE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68251" w14:textId="77777777" w:rsidR="00533B21" w:rsidRDefault="00533B21">
      <w:r>
        <w:separator/>
      </w:r>
    </w:p>
  </w:endnote>
  <w:endnote w:type="continuationSeparator" w:id="0">
    <w:p w14:paraId="2968B6DB" w14:textId="77777777" w:rsidR="00533B21" w:rsidRDefault="0053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8EEF" w14:textId="77777777" w:rsidR="002040EB" w:rsidRDefault="0020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544B4C4B" w:rsidR="002903D8" w:rsidRPr="00D739C0" w:rsidRDefault="00D739C0" w:rsidP="003157B2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AA75" w14:textId="77777777" w:rsidR="00533B21" w:rsidRDefault="00533B21">
      <w:r>
        <w:separator/>
      </w:r>
    </w:p>
  </w:footnote>
  <w:footnote w:type="continuationSeparator" w:id="0">
    <w:p w14:paraId="79AC0813" w14:textId="77777777" w:rsidR="00533B21" w:rsidRDefault="00533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CB4A" w14:textId="77777777" w:rsidR="002040EB" w:rsidRDefault="002040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5B59F39D">
          <wp:simplePos x="0" y="0"/>
          <wp:positionH relativeFrom="margin">
            <wp:posOffset>3810</wp:posOffset>
          </wp:positionH>
          <wp:positionV relativeFrom="paragraph">
            <wp:posOffset>7620</wp:posOffset>
          </wp:positionV>
          <wp:extent cx="2797175" cy="548005"/>
          <wp:effectExtent l="0" t="0" r="0" b="0"/>
          <wp:wrapThrough wrapText="bothSides">
            <wp:wrapPolygon edited="0">
              <wp:start x="1275" y="0"/>
              <wp:lineTo x="0" y="4505"/>
              <wp:lineTo x="0" y="16019"/>
              <wp:lineTo x="1079" y="21024"/>
              <wp:lineTo x="1275" y="21024"/>
              <wp:lineTo x="21379" y="21024"/>
              <wp:lineTo x="21477" y="20023"/>
              <wp:lineTo x="21477" y="1001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116EDDEE">
              <wp:simplePos x="0" y="0"/>
              <wp:positionH relativeFrom="margin">
                <wp:posOffset>4564380</wp:posOffset>
              </wp:positionH>
              <wp:positionV relativeFrom="topMargin">
                <wp:posOffset>504825</wp:posOffset>
              </wp:positionV>
              <wp:extent cx="15525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67" y="21442"/>
                  <wp:lineTo x="21467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53E5D16F" w:rsidR="00DC51DD" w:rsidRPr="00E20E3A" w:rsidRDefault="00DD2310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 Architecture</w:t>
                          </w:r>
                          <w:r w:rsidR="002903D8" w:rsidRPr="00E20E3A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E20E3A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4931C04F" w:rsidR="002903D8" w:rsidRPr="00E20E3A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  <w:t>1</w:t>
                          </w:r>
                          <w:r w:rsidR="00DD2310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3</w:t>
                          </w:r>
                          <w:r w:rsidR="002903D8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 xml:space="preserve">9 Sibley </w:t>
                          </w:r>
                          <w:r w:rsidR="00DD2310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Hall</w:t>
                          </w:r>
                        </w:p>
                        <w:p w14:paraId="25167C52" w14:textId="77777777" w:rsidR="002903D8" w:rsidRPr="00E20E3A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4A119203" w:rsidR="002903D8" w:rsidRPr="00E20E3A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DD2310"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5236</w:t>
                          </w:r>
                        </w:p>
                        <w:p w14:paraId="632299DC" w14:textId="3BEDB8C8" w:rsidR="002903D8" w:rsidRPr="00E20E3A" w:rsidRDefault="00DD2310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E20E3A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cuarch@cornell.edu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9.4pt;margin-top:39.75pt;width:122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" filled="f" stroked="f">
              <v:textbox inset="0,0,0,0">
                <w:txbxContent>
                  <w:p w14:paraId="185922F1" w14:textId="53E5D16F" w:rsidR="00DC51DD" w:rsidRPr="00E20E3A" w:rsidRDefault="00DD2310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 Architecture</w:t>
                    </w:r>
                    <w:r w:rsidR="002903D8" w:rsidRPr="00E20E3A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E20E3A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4931C04F" w:rsidR="002903D8" w:rsidRPr="00E20E3A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  <w:t>1</w:t>
                    </w:r>
                    <w:r w:rsidR="00DD2310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3</w:t>
                    </w:r>
                    <w:r w:rsidR="002903D8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 xml:space="preserve">9 Sibley </w:t>
                    </w:r>
                    <w:r w:rsidR="00DD2310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Hall</w:t>
                    </w:r>
                  </w:p>
                  <w:p w14:paraId="25167C52" w14:textId="77777777" w:rsidR="002903D8" w:rsidRPr="00E20E3A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4A119203" w:rsidR="002903D8" w:rsidRPr="00E20E3A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DD2310"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5236</w:t>
                    </w:r>
                  </w:p>
                  <w:p w14:paraId="632299DC" w14:textId="3BEDB8C8" w:rsidR="002903D8" w:rsidRPr="00E20E3A" w:rsidRDefault="00DD2310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E20E3A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cuarch@cornell.edu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246664">
    <w:abstractNumId w:val="1"/>
  </w:num>
  <w:num w:numId="2" w16cid:durableId="716898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113E06"/>
    <w:rsid w:val="00190F66"/>
    <w:rsid w:val="001F4F52"/>
    <w:rsid w:val="002040EB"/>
    <w:rsid w:val="00216753"/>
    <w:rsid w:val="002256D8"/>
    <w:rsid w:val="002903D8"/>
    <w:rsid w:val="002A6561"/>
    <w:rsid w:val="00314341"/>
    <w:rsid w:val="00314F7E"/>
    <w:rsid w:val="003157B2"/>
    <w:rsid w:val="003207F5"/>
    <w:rsid w:val="00340015"/>
    <w:rsid w:val="003D1E0E"/>
    <w:rsid w:val="004007EA"/>
    <w:rsid w:val="00421BA9"/>
    <w:rsid w:val="00443B36"/>
    <w:rsid w:val="004463A4"/>
    <w:rsid w:val="004A51B5"/>
    <w:rsid w:val="004C0877"/>
    <w:rsid w:val="004C7C68"/>
    <w:rsid w:val="004E198D"/>
    <w:rsid w:val="004F7CC9"/>
    <w:rsid w:val="00504B70"/>
    <w:rsid w:val="00510CC5"/>
    <w:rsid w:val="00533B21"/>
    <w:rsid w:val="005542CE"/>
    <w:rsid w:val="00587D1B"/>
    <w:rsid w:val="005A746A"/>
    <w:rsid w:val="005A75DD"/>
    <w:rsid w:val="005F2A7F"/>
    <w:rsid w:val="00603489"/>
    <w:rsid w:val="00623069"/>
    <w:rsid w:val="0066178D"/>
    <w:rsid w:val="006634D2"/>
    <w:rsid w:val="006C47D6"/>
    <w:rsid w:val="006E46CB"/>
    <w:rsid w:val="0070785A"/>
    <w:rsid w:val="0072125D"/>
    <w:rsid w:val="007570DE"/>
    <w:rsid w:val="007A1C4D"/>
    <w:rsid w:val="007B0CD0"/>
    <w:rsid w:val="00801C33"/>
    <w:rsid w:val="008324B3"/>
    <w:rsid w:val="008327BD"/>
    <w:rsid w:val="008446CA"/>
    <w:rsid w:val="0084696B"/>
    <w:rsid w:val="008656F4"/>
    <w:rsid w:val="00886415"/>
    <w:rsid w:val="008979BE"/>
    <w:rsid w:val="008B79DC"/>
    <w:rsid w:val="008C0849"/>
    <w:rsid w:val="008F3617"/>
    <w:rsid w:val="00937F73"/>
    <w:rsid w:val="009408DC"/>
    <w:rsid w:val="00946677"/>
    <w:rsid w:val="0095244C"/>
    <w:rsid w:val="00961692"/>
    <w:rsid w:val="009964AB"/>
    <w:rsid w:val="009A53D5"/>
    <w:rsid w:val="009A7E6D"/>
    <w:rsid w:val="009A7F21"/>
    <w:rsid w:val="00A32031"/>
    <w:rsid w:val="00AA115A"/>
    <w:rsid w:val="00AA2C8B"/>
    <w:rsid w:val="00AB2035"/>
    <w:rsid w:val="00AD616E"/>
    <w:rsid w:val="00B104A5"/>
    <w:rsid w:val="00BA5FB3"/>
    <w:rsid w:val="00BE06AE"/>
    <w:rsid w:val="00BE1B2B"/>
    <w:rsid w:val="00BF15DE"/>
    <w:rsid w:val="00C32655"/>
    <w:rsid w:val="00C86117"/>
    <w:rsid w:val="00C9405E"/>
    <w:rsid w:val="00C96661"/>
    <w:rsid w:val="00CC5496"/>
    <w:rsid w:val="00CC6DF7"/>
    <w:rsid w:val="00D12F94"/>
    <w:rsid w:val="00D2593E"/>
    <w:rsid w:val="00D3768D"/>
    <w:rsid w:val="00D61731"/>
    <w:rsid w:val="00D739C0"/>
    <w:rsid w:val="00D73B13"/>
    <w:rsid w:val="00DB6C1F"/>
    <w:rsid w:val="00DC51DD"/>
    <w:rsid w:val="00DD2310"/>
    <w:rsid w:val="00E20E3A"/>
    <w:rsid w:val="00E31D0D"/>
    <w:rsid w:val="00E52AA3"/>
    <w:rsid w:val="00E81216"/>
    <w:rsid w:val="00E83DD5"/>
    <w:rsid w:val="00EC3C24"/>
    <w:rsid w:val="00EF2687"/>
    <w:rsid w:val="00F27240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9A7E6D"/>
  </w:style>
  <w:style w:type="character" w:customStyle="1" w:styleId="apple-converted-space">
    <w:name w:val="apple-converted-space"/>
    <w:basedOn w:val="DefaultParagraphFont"/>
    <w:rsid w:val="009A7E6D"/>
  </w:style>
  <w:style w:type="character" w:styleId="Hyperlink">
    <w:name w:val="Hyperlink"/>
    <w:basedOn w:val="DefaultParagraphFont"/>
    <w:uiPriority w:val="99"/>
    <w:semiHidden/>
    <w:unhideWhenUsed/>
    <w:rsid w:val="009A7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14</cp:revision>
  <cp:lastPrinted>2019-07-16T14:48:00Z</cp:lastPrinted>
  <dcterms:created xsi:type="dcterms:W3CDTF">2021-08-17T15:57:00Z</dcterms:created>
  <dcterms:modified xsi:type="dcterms:W3CDTF">2026-02-16T17:28:00Z</dcterms:modified>
</cp:coreProperties>
</file>