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B4C17" w14:textId="77777777" w:rsidR="00F31839" w:rsidRPr="009B41F2" w:rsidRDefault="00F31839" w:rsidP="00BE1B2B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p w14:paraId="20928E7C" w14:textId="77777777" w:rsidR="00F31839" w:rsidRPr="009B41F2" w:rsidRDefault="00F31839" w:rsidP="00BE1B2B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p w14:paraId="5C4439A4" w14:textId="77777777" w:rsidR="00F31839" w:rsidRPr="009B41F2" w:rsidRDefault="00F31839" w:rsidP="00BE1B2B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p w14:paraId="60A82514" w14:textId="77777777" w:rsidR="00F31839" w:rsidRPr="009B41F2" w:rsidRDefault="00F31839" w:rsidP="00BE1B2B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p w14:paraId="6F9D7A1A" w14:textId="77777777" w:rsidR="00F31839" w:rsidRPr="009B41F2" w:rsidRDefault="00F31839" w:rsidP="00BE1B2B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p w14:paraId="5DAA50BA" w14:textId="77777777" w:rsidR="00F31839" w:rsidRPr="009B41F2" w:rsidRDefault="00F31839" w:rsidP="00BE1B2B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sectPr w:rsidR="00F31839" w:rsidRPr="009B41F2" w:rsidSect="007114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864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96BBE" w14:textId="77777777" w:rsidR="00F008EA" w:rsidRDefault="00F008EA">
      <w:r>
        <w:separator/>
      </w:r>
    </w:p>
  </w:endnote>
  <w:endnote w:type="continuationSeparator" w:id="0">
    <w:p w14:paraId="284FD902" w14:textId="77777777" w:rsidR="00F008EA" w:rsidRDefault="00F00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"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 LT Com 55 Roman">
    <w:altName w:val="Arial"/>
    <w:panose1 w:val="02000503000000000000"/>
    <w:charset w:val="4D"/>
    <w:family w:val="swiss"/>
    <w:pitch w:val="variable"/>
    <w:sig w:usb0="8000002F" w:usb1="10002042" w:usb2="00000000" w:usb3="00000000" w:csb0="0000009B" w:csb1="00000000"/>
  </w:font>
  <w:font w:name="Helvetica Neue LT Com 75">
    <w:altName w:val="Arial"/>
    <w:panose1 w:val="02000503000000000000"/>
    <w:charset w:val="4D"/>
    <w:family w:val="swiss"/>
    <w:pitch w:val="variable"/>
    <w:sig w:usb0="8000002F" w:usb1="10002042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684BF" w14:textId="77777777" w:rsidR="00075FF2" w:rsidRDefault="00075F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1DDFB" w14:textId="7F5D2933" w:rsidR="002903D8" w:rsidRPr="002F20FC" w:rsidRDefault="002F20FC" w:rsidP="002F20FC">
    <w:pPr>
      <w:pStyle w:val="Footer"/>
      <w:tabs>
        <w:tab w:val="clear" w:pos="4320"/>
      </w:tabs>
      <w:jc w:val="center"/>
      <w:rPr>
        <w:rFonts w:ascii="Helvetica" w:hAnsi="Helvetica"/>
        <w:sz w:val="15"/>
        <w:szCs w:val="15"/>
      </w:rPr>
    </w:pPr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With a founding principle of “... any person ... any study,” Cornell is an </w:t>
    </w:r>
    <w:hyperlink r:id="rId1" w:tgtFrame="_blank" w:history="1">
      <w:r w:rsidRPr="0063595D">
        <w:rPr>
          <w:rStyle w:val="Hyperlink"/>
          <w:rFonts w:ascii="Helvetica" w:hAnsi="Helvetica"/>
          <w:color w:val="337AB7"/>
          <w:sz w:val="15"/>
          <w:szCs w:val="15"/>
          <w:shd w:val="clear" w:color="auto" w:fill="FFFFFF"/>
        </w:rPr>
        <w:t>equal opportunity employer and educator</w:t>
      </w:r>
    </w:hyperlink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30B69" w14:textId="23D6CE12" w:rsidR="009408DC" w:rsidRPr="002F20FC" w:rsidRDefault="002F20FC" w:rsidP="0006066F">
    <w:pPr>
      <w:pStyle w:val="Footer"/>
      <w:tabs>
        <w:tab w:val="clear" w:pos="4320"/>
      </w:tabs>
      <w:spacing w:before="600"/>
      <w:jc w:val="center"/>
      <w:rPr>
        <w:rFonts w:ascii="Helvetica" w:hAnsi="Helvetica"/>
        <w:sz w:val="15"/>
        <w:szCs w:val="15"/>
      </w:rPr>
    </w:pPr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With a founding principle of “... any person ... any study,” Cornell is an </w:t>
    </w:r>
    <w:hyperlink r:id="rId1" w:tgtFrame="_blank" w:history="1">
      <w:r w:rsidRPr="0063595D">
        <w:rPr>
          <w:rStyle w:val="Hyperlink"/>
          <w:rFonts w:ascii="Helvetica" w:hAnsi="Helvetica"/>
          <w:color w:val="337AB7"/>
          <w:sz w:val="15"/>
          <w:szCs w:val="15"/>
          <w:shd w:val="clear" w:color="auto" w:fill="FFFFFF"/>
        </w:rPr>
        <w:t>equal opportunity employer and educator</w:t>
      </w:r>
    </w:hyperlink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568A07" w14:textId="77777777" w:rsidR="00F008EA" w:rsidRDefault="00F008EA">
      <w:r>
        <w:separator/>
      </w:r>
    </w:p>
  </w:footnote>
  <w:footnote w:type="continuationSeparator" w:id="0">
    <w:p w14:paraId="13D043EB" w14:textId="77777777" w:rsidR="00F008EA" w:rsidRDefault="00F008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E1AC3" w14:textId="77777777" w:rsidR="00075FF2" w:rsidRDefault="00075F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C7055" w14:textId="77777777" w:rsidR="00075FF2" w:rsidRDefault="00075FF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C342E" w14:textId="3042D873" w:rsidR="009408DC" w:rsidRDefault="00075FF2" w:rsidP="00EC3C24">
    <w:pPr>
      <w:pStyle w:val="Header"/>
      <w:ind w:left="-270"/>
    </w:pPr>
    <w:r w:rsidRPr="00F25FC5">
      <w:rPr>
        <w:noProof/>
      </w:rPr>
      <w:drawing>
        <wp:anchor distT="0" distB="0" distL="114300" distR="114300" simplePos="0" relativeHeight="251663360" behindDoc="0" locked="0" layoutInCell="1" allowOverlap="1" wp14:anchorId="3FF1E2F1" wp14:editId="14810051">
          <wp:simplePos x="0" y="0"/>
          <wp:positionH relativeFrom="margin">
            <wp:posOffset>10795</wp:posOffset>
          </wp:positionH>
          <wp:positionV relativeFrom="paragraph">
            <wp:posOffset>-2540</wp:posOffset>
          </wp:positionV>
          <wp:extent cx="2797175" cy="548640"/>
          <wp:effectExtent l="0" t="0" r="0" b="0"/>
          <wp:wrapThrough wrapText="bothSides">
            <wp:wrapPolygon edited="0">
              <wp:start x="1275" y="0"/>
              <wp:lineTo x="0" y="4500"/>
              <wp:lineTo x="0" y="16000"/>
              <wp:lineTo x="1079" y="21000"/>
              <wp:lineTo x="1275" y="21000"/>
              <wp:lineTo x="21379" y="21000"/>
              <wp:lineTo x="21477" y="20000"/>
              <wp:lineTo x="21477" y="1000"/>
              <wp:lineTo x="5590" y="0"/>
              <wp:lineTo x="1275" y="0"/>
            </wp:wrapPolygon>
          </wp:wrapThrough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97175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F25FC5" w:rsidRPr="00F25FC5">
      <w:rPr>
        <w:noProof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47E0947A" wp14:editId="0F7685D4">
              <wp:simplePos x="0" y="0"/>
              <wp:positionH relativeFrom="margin">
                <wp:posOffset>4154170</wp:posOffset>
              </wp:positionH>
              <wp:positionV relativeFrom="topMargin">
                <wp:posOffset>506730</wp:posOffset>
              </wp:positionV>
              <wp:extent cx="1965960" cy="1304925"/>
              <wp:effectExtent l="0" t="0" r="2540" b="3175"/>
              <wp:wrapTight wrapText="bothSides">
                <wp:wrapPolygon edited="0">
                  <wp:start x="0" y="0"/>
                  <wp:lineTo x="0" y="21442"/>
                  <wp:lineTo x="21488" y="21442"/>
                  <wp:lineTo x="21488" y="0"/>
                  <wp:lineTo x="0" y="0"/>
                </wp:wrapPolygon>
              </wp:wrapTight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65960" cy="1304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F74107" w14:textId="77777777" w:rsidR="00BC2D6B" w:rsidRPr="0045059B" w:rsidRDefault="00BC2D6B" w:rsidP="00BC2D6B">
                          <w:pPr>
                            <w:spacing w:line="240" w:lineRule="exact"/>
                            <w:ind w:right="-641"/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Helvetica Neue LT Com 75" w:hAnsi="Helvetica Neue LT Com 75" w:cstheme="majorHAnsi"/>
                              <w:b/>
                              <w:kern w:val="18"/>
                              <w:sz w:val="17"/>
                              <w:szCs w:val="17"/>
                            </w:rPr>
                            <w:t>Cornell in Rome</w:t>
                          </w:r>
                          <w:r>
                            <w:rPr>
                              <w:rFonts w:ascii="Helvetica Neue LT Com 75" w:hAnsi="Helvetica Neue LT Com 75" w:cstheme="majorHAnsi"/>
                              <w:b/>
                              <w:kern w:val="18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  <w:t>Piazza Benedetto Cairoli 6, 00186 Roma</w:t>
                          </w:r>
                        </w:p>
                        <w:p w14:paraId="60865C1E" w14:textId="77777777" w:rsidR="00BC2D6B" w:rsidRDefault="00BC2D6B" w:rsidP="00BC2D6B">
                          <w:pPr>
                            <w:spacing w:line="204" w:lineRule="exact"/>
                            <w:ind w:right="-648"/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  <w:t>t. +39 06 6897070 f. +39 06 30194092</w:t>
                          </w:r>
                        </w:p>
                        <w:p w14:paraId="1D88DC0B" w14:textId="77777777" w:rsidR="00BC2D6B" w:rsidRDefault="00BC2D6B" w:rsidP="00BC2D6B">
                          <w:pPr>
                            <w:spacing w:line="204" w:lineRule="exact"/>
                            <w:ind w:right="-648"/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  <w:t>www.rome.cornell.edu</w:t>
                          </w:r>
                        </w:p>
                        <w:p w14:paraId="266E501D" w14:textId="77777777" w:rsidR="00BC2D6B" w:rsidRPr="00D3768D" w:rsidRDefault="00BC2D6B" w:rsidP="00BC2D6B">
                          <w:pPr>
                            <w:spacing w:line="204" w:lineRule="exact"/>
                            <w:ind w:right="-648"/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  <w:t>C.F. 07908720589</w:t>
                          </w:r>
                        </w:p>
                        <w:p w14:paraId="71043243" w14:textId="77777777" w:rsidR="00BC2D6B" w:rsidRPr="00D3768D" w:rsidRDefault="00BC2D6B" w:rsidP="00BC2D6B">
                          <w:pPr>
                            <w:rPr>
                              <w:sz w:val="17"/>
                              <w:szCs w:val="17"/>
                            </w:rPr>
                          </w:pPr>
                          <w:proofErr w:type="spellStart"/>
                          <w:r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  <w:t>Iscr</w:t>
                          </w:r>
                          <w:proofErr w:type="spellEnd"/>
                          <w:r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  <w:t>. Trib. di Roma n. 382</w:t>
                          </w:r>
                        </w:p>
                        <w:p w14:paraId="52F0C789" w14:textId="03425F49" w:rsidR="00F25FC5" w:rsidRPr="00C82003" w:rsidRDefault="00F25FC5" w:rsidP="00F25FC5">
                          <w:pPr>
                            <w:rPr>
                              <w:rFonts w:ascii="Arial" w:hAnsi="Arial" w:cs="Arial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E0947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327.1pt;margin-top:39.9pt;width:154.8pt;height:102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" filled="f" stroked="f">
              <v:textbox inset="0,0,0,0">
                <w:txbxContent>
                  <w:p w14:paraId="18F74107" w14:textId="77777777" w:rsidR="00BC2D6B" w:rsidRPr="0045059B" w:rsidRDefault="00BC2D6B" w:rsidP="00BC2D6B">
                    <w:pPr>
                      <w:spacing w:line="240" w:lineRule="exact"/>
                      <w:ind w:right="-641"/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</w:pPr>
                    <w:r>
                      <w:rPr>
                        <w:rFonts w:ascii="Helvetica Neue LT Com 75" w:hAnsi="Helvetica Neue LT Com 75" w:cstheme="majorHAnsi"/>
                        <w:b/>
                        <w:kern w:val="18"/>
                        <w:sz w:val="17"/>
                        <w:szCs w:val="17"/>
                      </w:rPr>
                      <w:t>Cornell in Rome</w:t>
                    </w:r>
                    <w:r>
                      <w:rPr>
                        <w:rFonts w:ascii="Helvetica Neue LT Com 75" w:hAnsi="Helvetica Neue LT Com 75" w:cstheme="majorHAnsi"/>
                        <w:b/>
                        <w:kern w:val="18"/>
                        <w:sz w:val="17"/>
                        <w:szCs w:val="17"/>
                      </w:rPr>
                      <w:br/>
                    </w:r>
                    <w:r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  <w:t>Piazza Benedetto Cairoli 6, 00186 Roma</w:t>
                    </w:r>
                  </w:p>
                  <w:p w14:paraId="60865C1E" w14:textId="77777777" w:rsidR="00BC2D6B" w:rsidRDefault="00BC2D6B" w:rsidP="00BC2D6B">
                    <w:pPr>
                      <w:spacing w:line="204" w:lineRule="exact"/>
                      <w:ind w:right="-648"/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</w:pPr>
                    <w:r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  <w:t>t. +39 06 6897070 f. +39 06 30194092</w:t>
                    </w:r>
                  </w:p>
                  <w:p w14:paraId="1D88DC0B" w14:textId="77777777" w:rsidR="00BC2D6B" w:rsidRDefault="00BC2D6B" w:rsidP="00BC2D6B">
                    <w:pPr>
                      <w:spacing w:line="204" w:lineRule="exact"/>
                      <w:ind w:right="-648"/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</w:pPr>
                    <w:r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  <w:t>www.rome.cornell.edu</w:t>
                    </w:r>
                  </w:p>
                  <w:p w14:paraId="266E501D" w14:textId="77777777" w:rsidR="00BC2D6B" w:rsidRPr="00D3768D" w:rsidRDefault="00BC2D6B" w:rsidP="00BC2D6B">
                    <w:pPr>
                      <w:spacing w:line="204" w:lineRule="exact"/>
                      <w:ind w:right="-648"/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</w:pPr>
                    <w:r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  <w:t>C.F. 07908720589</w:t>
                    </w:r>
                  </w:p>
                  <w:p w14:paraId="71043243" w14:textId="77777777" w:rsidR="00BC2D6B" w:rsidRPr="00D3768D" w:rsidRDefault="00BC2D6B" w:rsidP="00BC2D6B">
                    <w:pPr>
                      <w:rPr>
                        <w:sz w:val="17"/>
                        <w:szCs w:val="17"/>
                      </w:rPr>
                    </w:pPr>
                    <w:proofErr w:type="spellStart"/>
                    <w:r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  <w:t>Iscr</w:t>
                    </w:r>
                    <w:proofErr w:type="spellEnd"/>
                    <w:r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  <w:t>. Trib. di Roma n. 382</w:t>
                    </w:r>
                  </w:p>
                  <w:p w14:paraId="52F0C789" w14:textId="03425F49" w:rsidR="00F25FC5" w:rsidRPr="00C82003" w:rsidRDefault="00F25FC5" w:rsidP="00F25FC5">
                    <w:pPr>
                      <w:rPr>
                        <w:rFonts w:ascii="Arial" w:hAnsi="Arial" w:cs="Arial"/>
                        <w:sz w:val="17"/>
                        <w:szCs w:val="17"/>
                      </w:rPr>
                    </w:pPr>
                  </w:p>
                </w:txbxContent>
              </v:textbox>
              <w10:wrap type="tight" anchorx="margin" anchory="margin"/>
              <w10:anchorlock/>
            </v:shape>
          </w:pict>
        </mc:Fallback>
      </mc:AlternateContent>
    </w:r>
    <w:r w:rsidR="004C7C68">
      <w:rPr>
        <w:noProof/>
      </w:rPr>
      <w:softHyphen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9250C1"/>
    <w:multiLevelType w:val="hybridMultilevel"/>
    <w:tmpl w:val="7C16B8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0C94258"/>
    <w:multiLevelType w:val="hybridMultilevel"/>
    <w:tmpl w:val="DC3A16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04887911">
    <w:abstractNumId w:val="1"/>
  </w:num>
  <w:num w:numId="2" w16cid:durableId="1364941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F73"/>
    <w:rsid w:val="00021746"/>
    <w:rsid w:val="00041C7C"/>
    <w:rsid w:val="0006066F"/>
    <w:rsid w:val="00075FF2"/>
    <w:rsid w:val="0007765A"/>
    <w:rsid w:val="00113E06"/>
    <w:rsid w:val="001204C6"/>
    <w:rsid w:val="00134A36"/>
    <w:rsid w:val="00174082"/>
    <w:rsid w:val="001E76BA"/>
    <w:rsid w:val="00215006"/>
    <w:rsid w:val="002256D8"/>
    <w:rsid w:val="002903D8"/>
    <w:rsid w:val="002A6561"/>
    <w:rsid w:val="002C14D0"/>
    <w:rsid w:val="002F20FC"/>
    <w:rsid w:val="00314341"/>
    <w:rsid w:val="003207F5"/>
    <w:rsid w:val="00340015"/>
    <w:rsid w:val="003F1DA0"/>
    <w:rsid w:val="004007EA"/>
    <w:rsid w:val="004165DE"/>
    <w:rsid w:val="00421BA9"/>
    <w:rsid w:val="00443B36"/>
    <w:rsid w:val="004463A4"/>
    <w:rsid w:val="004C0877"/>
    <w:rsid w:val="004C7C68"/>
    <w:rsid w:val="004D0628"/>
    <w:rsid w:val="004E198D"/>
    <w:rsid w:val="004F7CC9"/>
    <w:rsid w:val="00504B70"/>
    <w:rsid w:val="00510CC5"/>
    <w:rsid w:val="005542CE"/>
    <w:rsid w:val="00587D1B"/>
    <w:rsid w:val="005A746A"/>
    <w:rsid w:val="005F2A7F"/>
    <w:rsid w:val="00603489"/>
    <w:rsid w:val="00623069"/>
    <w:rsid w:val="0066178D"/>
    <w:rsid w:val="006634D2"/>
    <w:rsid w:val="00684B71"/>
    <w:rsid w:val="006C2EDF"/>
    <w:rsid w:val="006C47D6"/>
    <w:rsid w:val="006D0F8A"/>
    <w:rsid w:val="006D1DAF"/>
    <w:rsid w:val="006E46CB"/>
    <w:rsid w:val="00700682"/>
    <w:rsid w:val="0070785A"/>
    <w:rsid w:val="0071146A"/>
    <w:rsid w:val="007570DE"/>
    <w:rsid w:val="007843B3"/>
    <w:rsid w:val="007A1C4D"/>
    <w:rsid w:val="007B0CD0"/>
    <w:rsid w:val="007D2A3D"/>
    <w:rsid w:val="00801C33"/>
    <w:rsid w:val="0083087B"/>
    <w:rsid w:val="008324B3"/>
    <w:rsid w:val="008327BD"/>
    <w:rsid w:val="008446CA"/>
    <w:rsid w:val="0084696B"/>
    <w:rsid w:val="008656F4"/>
    <w:rsid w:val="00886415"/>
    <w:rsid w:val="008B79DC"/>
    <w:rsid w:val="008F3617"/>
    <w:rsid w:val="00937F73"/>
    <w:rsid w:val="009408DC"/>
    <w:rsid w:val="00946677"/>
    <w:rsid w:val="0095244C"/>
    <w:rsid w:val="00961692"/>
    <w:rsid w:val="00970B25"/>
    <w:rsid w:val="009964AB"/>
    <w:rsid w:val="009B41F2"/>
    <w:rsid w:val="00A32031"/>
    <w:rsid w:val="00AA115A"/>
    <w:rsid w:val="00AA2C8B"/>
    <w:rsid w:val="00AA366B"/>
    <w:rsid w:val="00AF6369"/>
    <w:rsid w:val="00B104A5"/>
    <w:rsid w:val="00B165EB"/>
    <w:rsid w:val="00BA5FB3"/>
    <w:rsid w:val="00BB6536"/>
    <w:rsid w:val="00BC2D6B"/>
    <w:rsid w:val="00BE06AE"/>
    <w:rsid w:val="00BE1B2B"/>
    <w:rsid w:val="00BF15DE"/>
    <w:rsid w:val="00C25ADB"/>
    <w:rsid w:val="00C32655"/>
    <w:rsid w:val="00C62024"/>
    <w:rsid w:val="00C6621E"/>
    <w:rsid w:val="00C82003"/>
    <w:rsid w:val="00C86117"/>
    <w:rsid w:val="00C96661"/>
    <w:rsid w:val="00CC5496"/>
    <w:rsid w:val="00CC6DF7"/>
    <w:rsid w:val="00CF32BE"/>
    <w:rsid w:val="00D07456"/>
    <w:rsid w:val="00D12F94"/>
    <w:rsid w:val="00D3768D"/>
    <w:rsid w:val="00D61731"/>
    <w:rsid w:val="00D6292C"/>
    <w:rsid w:val="00DB6C1F"/>
    <w:rsid w:val="00DC51DD"/>
    <w:rsid w:val="00DD2310"/>
    <w:rsid w:val="00E133BD"/>
    <w:rsid w:val="00E31D0D"/>
    <w:rsid w:val="00E4296E"/>
    <w:rsid w:val="00E52AA3"/>
    <w:rsid w:val="00E70EED"/>
    <w:rsid w:val="00E81216"/>
    <w:rsid w:val="00E83DD5"/>
    <w:rsid w:val="00EC3C24"/>
    <w:rsid w:val="00EF2687"/>
    <w:rsid w:val="00F008EA"/>
    <w:rsid w:val="00F2172B"/>
    <w:rsid w:val="00F25FC5"/>
    <w:rsid w:val="00F27240"/>
    <w:rsid w:val="00F31839"/>
    <w:rsid w:val="00F95ABE"/>
    <w:rsid w:val="00F970D5"/>
    <w:rsid w:val="00FB618F"/>
    <w:rsid w:val="00FD5537"/>
    <w:rsid w:val="00FE3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DD381AA"/>
  <w15:docId w15:val="{5BCFCDB8-3870-4E8A-BC39-739FA8ED1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903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structions">
    <w:name w:val="Instructions"/>
    <w:basedOn w:val="Normal"/>
    <w:rsid w:val="00FA54E9"/>
    <w:pPr>
      <w:spacing w:line="220" w:lineRule="exact"/>
    </w:pPr>
    <w:rPr>
      <w:rFonts w:ascii="Lucida Sans" w:hAnsi="Lucida Sans"/>
      <w:color w:val="000080"/>
      <w:sz w:val="18"/>
      <w:lang w:eastAsia="ja-JP"/>
    </w:rPr>
  </w:style>
  <w:style w:type="paragraph" w:customStyle="1" w:styleId="BodyTextInstructions">
    <w:name w:val="Body Text Instructions"/>
    <w:basedOn w:val="BodyText"/>
    <w:rsid w:val="00FA54E9"/>
    <w:pPr>
      <w:spacing w:after="180"/>
    </w:pPr>
    <w:rPr>
      <w:rFonts w:ascii="Garamond" w:eastAsia="Times" w:hAnsi="Garamond"/>
      <w:sz w:val="22"/>
    </w:rPr>
  </w:style>
  <w:style w:type="character" w:customStyle="1" w:styleId="BodyTextIcon">
    <w:name w:val="Body Text Icon"/>
    <w:basedOn w:val="DefaultParagraphFont"/>
    <w:rsid w:val="00FA54E9"/>
    <w:rPr>
      <w:position w:val="-4"/>
    </w:rPr>
  </w:style>
  <w:style w:type="paragraph" w:styleId="BodyText">
    <w:name w:val="Body Text"/>
    <w:basedOn w:val="Normal"/>
    <w:rsid w:val="00FA54E9"/>
    <w:pPr>
      <w:spacing w:after="120"/>
    </w:pPr>
  </w:style>
  <w:style w:type="paragraph" w:styleId="Header">
    <w:name w:val="header"/>
    <w:basedOn w:val="Normal"/>
    <w:rsid w:val="00FA54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semiHidden/>
    <w:rsid w:val="00FA54E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16741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86415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886415"/>
    <w:rPr>
      <w:rFonts w:ascii="Calibri" w:eastAsia="Calibri" w:hAnsi="Calibri"/>
      <w:sz w:val="22"/>
      <w:szCs w:val="22"/>
    </w:rPr>
  </w:style>
  <w:style w:type="character" w:customStyle="1" w:styleId="entity-value1">
    <w:name w:val="entity-value1"/>
    <w:rsid w:val="004C0877"/>
    <w:rPr>
      <w:vanish w:val="0"/>
      <w:webHidden w:val="0"/>
      <w:specVanish w:val="0"/>
    </w:rPr>
  </w:style>
  <w:style w:type="character" w:styleId="Hyperlink">
    <w:name w:val="Hyperlink"/>
    <w:basedOn w:val="DefaultParagraphFont"/>
    <w:uiPriority w:val="99"/>
    <w:unhideWhenUsed/>
    <w:rsid w:val="0071146A"/>
    <w:rPr>
      <w:color w:val="0000FF" w:themeColor="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215006"/>
  </w:style>
  <w:style w:type="character" w:customStyle="1" w:styleId="apple-converted-space">
    <w:name w:val="apple-converted-space"/>
    <w:basedOn w:val="DefaultParagraphFont"/>
    <w:rsid w:val="002150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hr.cornell.edu/about/workplace-rights/equal-education-and-employment-opportunity-statement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hr.cornell.edu/about/workplace-rights/equal-education-and-employment-opportunity-statement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yan\Desktop\Cornell_AAP\letterhead_template\AAP%20Letterhead-template-07161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C:\Users\Bryan\Desktop\Cornell_AAP\letterhead_template\AAP Letterhead-template-071619.dotx</Template>
  <TotalTime>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11, 2004</vt:lpstr>
    </vt:vector>
  </TitlesOfParts>
  <Company>eCornell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11, 2004</dc:title>
  <dc:subject/>
  <dc:creator>Bryan</dc:creator>
  <cp:keywords/>
  <cp:lastModifiedBy>Bryan Garner</cp:lastModifiedBy>
  <cp:revision>14</cp:revision>
  <cp:lastPrinted>2019-07-16T14:48:00Z</cp:lastPrinted>
  <dcterms:created xsi:type="dcterms:W3CDTF">2022-04-05T16:29:00Z</dcterms:created>
  <dcterms:modified xsi:type="dcterms:W3CDTF">2026-02-16T17:26:00Z</dcterms:modified>
</cp:coreProperties>
</file>