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B464" w14:textId="77777777" w:rsidR="00F970D5" w:rsidRDefault="00F970D5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EBBA183" w14:textId="77777777" w:rsidR="00AE1A33" w:rsidRDefault="00AE1A3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18AC0E8" w14:textId="77777777" w:rsidR="00AE1A33" w:rsidRDefault="00AE1A3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717EAAC5" w14:textId="77777777" w:rsidR="00AE1A33" w:rsidRDefault="00AE1A3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3CB2605F" w14:textId="77777777" w:rsidR="00AE1A33" w:rsidRDefault="00AE1A3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723C8B33" w14:textId="77777777" w:rsidR="00AE1A33" w:rsidRDefault="00AE1A3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1B482D2F" w14:textId="77777777" w:rsidR="00AE1A33" w:rsidRPr="00275347" w:rsidRDefault="00AE1A3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AE1A33" w:rsidRPr="00275347" w:rsidSect="00711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C5BCD" w14:textId="77777777" w:rsidR="008642C0" w:rsidRDefault="008642C0">
      <w:r>
        <w:separator/>
      </w:r>
    </w:p>
  </w:endnote>
  <w:endnote w:type="continuationSeparator" w:id="0">
    <w:p w14:paraId="15A4DDF5" w14:textId="77777777" w:rsidR="008642C0" w:rsidRDefault="0086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8D10" w14:textId="77777777" w:rsidR="000710D6" w:rsidRDefault="000710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169A0B4F" w:rsidR="002903D8" w:rsidRPr="000710D6" w:rsidRDefault="000710D6" w:rsidP="000710D6">
    <w:pPr>
      <w:pStyle w:val="Footer"/>
      <w:tabs>
        <w:tab w:val="clear" w:pos="4320"/>
      </w:tabs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0B69" w14:textId="6F5C78E5" w:rsidR="009408DC" w:rsidRPr="000710D6" w:rsidRDefault="000710D6" w:rsidP="00001DF4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E3849" w14:textId="77777777" w:rsidR="008642C0" w:rsidRDefault="008642C0">
      <w:r>
        <w:separator/>
      </w:r>
    </w:p>
  </w:footnote>
  <w:footnote w:type="continuationSeparator" w:id="0">
    <w:p w14:paraId="36F200A5" w14:textId="77777777" w:rsidR="008642C0" w:rsidRDefault="00864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6FD50" w14:textId="77777777" w:rsidR="000710D6" w:rsidRDefault="000710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EC209" w14:textId="77777777" w:rsidR="000710D6" w:rsidRDefault="00071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0D326068" w:rsidR="009408DC" w:rsidRDefault="00C0481E" w:rsidP="00EC3C24">
    <w:pPr>
      <w:pStyle w:val="Header"/>
      <w:ind w:left="-270"/>
    </w:pPr>
    <w:r w:rsidRPr="00F25FC5">
      <w:rPr>
        <w:noProof/>
      </w:rPr>
      <w:drawing>
        <wp:anchor distT="0" distB="0" distL="114300" distR="114300" simplePos="0" relativeHeight="251663360" behindDoc="0" locked="0" layoutInCell="1" allowOverlap="1" wp14:anchorId="3FF1E2F1" wp14:editId="274F06B6">
          <wp:simplePos x="0" y="0"/>
          <wp:positionH relativeFrom="margin">
            <wp:posOffset>10795</wp:posOffset>
          </wp:positionH>
          <wp:positionV relativeFrom="paragraph">
            <wp:posOffset>-2540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25FC5" w:rsidRPr="00F25FC5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7E0947A" wp14:editId="60A940A2">
              <wp:simplePos x="0" y="0"/>
              <wp:positionH relativeFrom="margin">
                <wp:posOffset>4724400</wp:posOffset>
              </wp:positionH>
              <wp:positionV relativeFrom="topMargin">
                <wp:posOffset>504825</wp:posOffset>
              </wp:positionV>
              <wp:extent cx="1400175" cy="1171575"/>
              <wp:effectExtent l="0" t="0" r="9525" b="9525"/>
              <wp:wrapTight wrapText="bothSides">
                <wp:wrapPolygon edited="0">
                  <wp:start x="0" y="0"/>
                  <wp:lineTo x="0" y="21424"/>
                  <wp:lineTo x="21453" y="21424"/>
                  <wp:lineTo x="21453" y="0"/>
                  <wp:lineTo x="0" y="0"/>
                </wp:wrapPolygon>
              </wp:wrapTight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E6145" w14:textId="77777777" w:rsidR="00E30142" w:rsidRPr="0053224E" w:rsidRDefault="00E30142" w:rsidP="00E30142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Office of the Dean</w:t>
                          </w:r>
                          <w:r w:rsidRPr="0053224E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529640DF" w14:textId="77777777" w:rsidR="00E30142" w:rsidRPr="0053224E" w:rsidRDefault="00E30142" w:rsidP="00E30142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  <w:t>129 Sibley Dome</w:t>
                          </w:r>
                        </w:p>
                        <w:p w14:paraId="69439CAD" w14:textId="77777777" w:rsidR="00E30142" w:rsidRPr="0053224E" w:rsidRDefault="00E30142" w:rsidP="00E30142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1DE87BD" w14:textId="77777777" w:rsidR="00E30142" w:rsidRPr="0053224E" w:rsidRDefault="00E30142" w:rsidP="00E30142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255-9110</w:t>
                          </w:r>
                        </w:p>
                        <w:p w14:paraId="310A5745" w14:textId="77777777" w:rsidR="00E30142" w:rsidRPr="0053224E" w:rsidRDefault="00E30142" w:rsidP="00E30142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aapdean@cornell.edu</w:t>
                          </w:r>
                        </w:p>
                        <w:p w14:paraId="52F0C789" w14:textId="6D20C2A0" w:rsidR="00F25FC5" w:rsidRPr="00C82003" w:rsidRDefault="00F25FC5" w:rsidP="00701A4A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947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72pt;margin-top:39.75pt;width:110.25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" filled="f" stroked="f">
              <v:textbox inset="0,0,0,0">
                <w:txbxContent>
                  <w:p w14:paraId="116E6145" w14:textId="77777777" w:rsidR="00E30142" w:rsidRPr="0053224E" w:rsidRDefault="00E30142" w:rsidP="00E30142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Office of the Dean</w:t>
                    </w:r>
                    <w:r w:rsidRPr="0053224E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529640DF" w14:textId="77777777" w:rsidR="00E30142" w:rsidRPr="0053224E" w:rsidRDefault="00E30142" w:rsidP="00E30142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  <w:t>129 Sibley Dome</w:t>
                    </w:r>
                  </w:p>
                  <w:p w14:paraId="69439CAD" w14:textId="77777777" w:rsidR="00E30142" w:rsidRPr="0053224E" w:rsidRDefault="00E30142" w:rsidP="00E30142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1DE87BD" w14:textId="77777777" w:rsidR="00E30142" w:rsidRPr="0053224E" w:rsidRDefault="00E30142" w:rsidP="00E30142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255-9110</w:t>
                    </w:r>
                  </w:p>
                  <w:p w14:paraId="310A5745" w14:textId="77777777" w:rsidR="00E30142" w:rsidRPr="0053224E" w:rsidRDefault="00E30142" w:rsidP="00E30142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aapdean@cornell.edu</w:t>
                    </w:r>
                  </w:p>
                  <w:p w14:paraId="52F0C789" w14:textId="6D20C2A0" w:rsidR="00F25FC5" w:rsidRPr="00C82003" w:rsidRDefault="00F25FC5" w:rsidP="00701A4A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  <w:r w:rsidR="004C7C6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8057923">
    <w:abstractNumId w:val="1"/>
  </w:num>
  <w:num w:numId="2" w16cid:durableId="778838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01DF4"/>
    <w:rsid w:val="00010098"/>
    <w:rsid w:val="00021746"/>
    <w:rsid w:val="00031032"/>
    <w:rsid w:val="00041C7C"/>
    <w:rsid w:val="000710D6"/>
    <w:rsid w:val="0007765A"/>
    <w:rsid w:val="00113E06"/>
    <w:rsid w:val="00134A36"/>
    <w:rsid w:val="001E76BA"/>
    <w:rsid w:val="002256D8"/>
    <w:rsid w:val="00275347"/>
    <w:rsid w:val="002903D8"/>
    <w:rsid w:val="002A6561"/>
    <w:rsid w:val="002C14D0"/>
    <w:rsid w:val="00310633"/>
    <w:rsid w:val="00314341"/>
    <w:rsid w:val="003207F5"/>
    <w:rsid w:val="00340015"/>
    <w:rsid w:val="003A645D"/>
    <w:rsid w:val="004007EA"/>
    <w:rsid w:val="004165DE"/>
    <w:rsid w:val="00421BA9"/>
    <w:rsid w:val="00443B36"/>
    <w:rsid w:val="004463A4"/>
    <w:rsid w:val="004C0877"/>
    <w:rsid w:val="004C7C68"/>
    <w:rsid w:val="004E198D"/>
    <w:rsid w:val="004F7CC9"/>
    <w:rsid w:val="00504B70"/>
    <w:rsid w:val="00510CC5"/>
    <w:rsid w:val="005542CE"/>
    <w:rsid w:val="00555FB8"/>
    <w:rsid w:val="00587D1B"/>
    <w:rsid w:val="005A746A"/>
    <w:rsid w:val="005F2A7F"/>
    <w:rsid w:val="00603489"/>
    <w:rsid w:val="00623069"/>
    <w:rsid w:val="0066178D"/>
    <w:rsid w:val="006634D2"/>
    <w:rsid w:val="00684B71"/>
    <w:rsid w:val="006C2EDF"/>
    <w:rsid w:val="006C47D6"/>
    <w:rsid w:val="006D1DAF"/>
    <w:rsid w:val="006E46CB"/>
    <w:rsid w:val="00700682"/>
    <w:rsid w:val="00701A4A"/>
    <w:rsid w:val="0070785A"/>
    <w:rsid w:val="0071146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42C0"/>
    <w:rsid w:val="008656F4"/>
    <w:rsid w:val="00886415"/>
    <w:rsid w:val="00894A1F"/>
    <w:rsid w:val="008A6894"/>
    <w:rsid w:val="008B79DC"/>
    <w:rsid w:val="008F3617"/>
    <w:rsid w:val="00937F73"/>
    <w:rsid w:val="009408DC"/>
    <w:rsid w:val="00946677"/>
    <w:rsid w:val="0095244C"/>
    <w:rsid w:val="00961692"/>
    <w:rsid w:val="00970B25"/>
    <w:rsid w:val="009964AB"/>
    <w:rsid w:val="00A32031"/>
    <w:rsid w:val="00AA115A"/>
    <w:rsid w:val="00AA2C8B"/>
    <w:rsid w:val="00AA366B"/>
    <w:rsid w:val="00AE1A33"/>
    <w:rsid w:val="00AF6369"/>
    <w:rsid w:val="00B104A5"/>
    <w:rsid w:val="00BA5FB3"/>
    <w:rsid w:val="00BB6536"/>
    <w:rsid w:val="00BE06AE"/>
    <w:rsid w:val="00BE1B2B"/>
    <w:rsid w:val="00BF15DE"/>
    <w:rsid w:val="00C0481E"/>
    <w:rsid w:val="00C32655"/>
    <w:rsid w:val="00C37C34"/>
    <w:rsid w:val="00C5713A"/>
    <w:rsid w:val="00C82003"/>
    <w:rsid w:val="00C86117"/>
    <w:rsid w:val="00C96661"/>
    <w:rsid w:val="00CA5AA4"/>
    <w:rsid w:val="00CC5496"/>
    <w:rsid w:val="00CC6DF7"/>
    <w:rsid w:val="00CF32BE"/>
    <w:rsid w:val="00D07456"/>
    <w:rsid w:val="00D12F94"/>
    <w:rsid w:val="00D3768D"/>
    <w:rsid w:val="00D61731"/>
    <w:rsid w:val="00D851F7"/>
    <w:rsid w:val="00DA33C5"/>
    <w:rsid w:val="00DB6C1F"/>
    <w:rsid w:val="00DC51DD"/>
    <w:rsid w:val="00DD2310"/>
    <w:rsid w:val="00E133BD"/>
    <w:rsid w:val="00E178B2"/>
    <w:rsid w:val="00E30142"/>
    <w:rsid w:val="00E31D0D"/>
    <w:rsid w:val="00E52AA3"/>
    <w:rsid w:val="00E81216"/>
    <w:rsid w:val="00E83DD5"/>
    <w:rsid w:val="00EC3C24"/>
    <w:rsid w:val="00EF2687"/>
    <w:rsid w:val="00F2172B"/>
    <w:rsid w:val="00F25FC5"/>
    <w:rsid w:val="00F27240"/>
    <w:rsid w:val="00F95ABE"/>
    <w:rsid w:val="00F970D5"/>
    <w:rsid w:val="00FB618F"/>
    <w:rsid w:val="00F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7114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310633"/>
  </w:style>
  <w:style w:type="character" w:customStyle="1" w:styleId="apple-converted-space">
    <w:name w:val="apple-converted-space"/>
    <w:basedOn w:val="DefaultParagraphFont"/>
    <w:rsid w:val="00310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9</cp:revision>
  <cp:lastPrinted>2019-07-16T14:48:00Z</cp:lastPrinted>
  <dcterms:created xsi:type="dcterms:W3CDTF">2022-04-05T16:32:00Z</dcterms:created>
  <dcterms:modified xsi:type="dcterms:W3CDTF">2026-02-16T17:26:00Z</dcterms:modified>
</cp:coreProperties>
</file>