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233A6" w14:textId="77777777" w:rsidR="00116439" w:rsidRDefault="0011643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360777A9" w14:textId="77777777" w:rsidR="00A30EC2" w:rsidRDefault="00A30EC2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665E376E" w14:textId="77777777" w:rsidR="00A30EC2" w:rsidRDefault="00A30EC2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7FFAEE5" w14:textId="77777777" w:rsidR="00A30EC2" w:rsidRDefault="00A30EC2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16BA393F" w14:textId="77777777" w:rsidR="00A30EC2" w:rsidRDefault="00A30EC2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1A810BA7" w14:textId="77777777" w:rsidR="00A30EC2" w:rsidRPr="00116439" w:rsidRDefault="00A30EC2" w:rsidP="00BE1B2B">
      <w:pPr>
        <w:tabs>
          <w:tab w:val="left" w:pos="2160"/>
        </w:tabs>
        <w:rPr>
          <w:rFonts w:ascii="Arial" w:hAnsi="Arial" w:cs="Arial"/>
        </w:rPr>
      </w:pPr>
    </w:p>
    <w:sectPr w:rsidR="00A30EC2" w:rsidRPr="00116439" w:rsidSect="0071146A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F818E" w14:textId="77777777" w:rsidR="00693181" w:rsidRDefault="00693181">
      <w:r>
        <w:separator/>
      </w:r>
    </w:p>
  </w:endnote>
  <w:endnote w:type="continuationSeparator" w:id="0">
    <w:p w14:paraId="35CEEFEA" w14:textId="77777777" w:rsidR="00693181" w:rsidRDefault="0069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auto"/>
    <w:pitch w:val="variable"/>
    <w:sig w:usb0="800000AF" w:usb1="4000204A" w:usb2="00000000" w:usb3="00000000" w:csb0="00000093" w:csb1="00000000"/>
  </w:font>
  <w:font w:name="Helvetica Neue LT Com 75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7F5D2933" w:rsidR="002903D8" w:rsidRPr="002F20FC" w:rsidRDefault="002F20FC" w:rsidP="002F20FC">
    <w:pPr>
      <w:pStyle w:val="Footer"/>
      <w:tabs>
        <w:tab w:val="clear" w:pos="4320"/>
      </w:tabs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0B69" w14:textId="23D6CE12" w:rsidR="009408DC" w:rsidRPr="002F20FC" w:rsidRDefault="002F20FC" w:rsidP="0006066F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3C151" w14:textId="77777777" w:rsidR="00693181" w:rsidRDefault="00693181">
      <w:r>
        <w:separator/>
      </w:r>
    </w:p>
  </w:footnote>
  <w:footnote w:type="continuationSeparator" w:id="0">
    <w:p w14:paraId="631724AC" w14:textId="77777777" w:rsidR="00693181" w:rsidRDefault="00693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7BC436D1" w:rsidR="009408DC" w:rsidRDefault="0037085F" w:rsidP="00EC3C24">
    <w:pPr>
      <w:pStyle w:val="Header"/>
      <w:ind w:left="-270"/>
    </w:pPr>
    <w:r w:rsidRPr="00F25FC5">
      <w:rPr>
        <w:noProof/>
      </w:rPr>
      <w:drawing>
        <wp:anchor distT="0" distB="0" distL="114300" distR="114300" simplePos="0" relativeHeight="251663360" behindDoc="0" locked="0" layoutInCell="1" allowOverlap="1" wp14:anchorId="3FF1E2F1" wp14:editId="020A9F96">
          <wp:simplePos x="0" y="0"/>
          <wp:positionH relativeFrom="margin">
            <wp:posOffset>10795</wp:posOffset>
          </wp:positionH>
          <wp:positionV relativeFrom="paragraph">
            <wp:posOffset>-2540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25FC5" w:rsidRPr="00F25FC5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7E0947A" wp14:editId="3177F047">
              <wp:simplePos x="0" y="0"/>
              <wp:positionH relativeFrom="margin">
                <wp:posOffset>4412615</wp:posOffset>
              </wp:positionH>
              <wp:positionV relativeFrom="topMargin">
                <wp:posOffset>506730</wp:posOffset>
              </wp:positionV>
              <wp:extent cx="1707515" cy="765175"/>
              <wp:effectExtent l="0" t="0" r="6985" b="9525"/>
              <wp:wrapTight wrapText="bothSides">
                <wp:wrapPolygon edited="0">
                  <wp:start x="0" y="0"/>
                  <wp:lineTo x="0" y="21510"/>
                  <wp:lineTo x="21528" y="21510"/>
                  <wp:lineTo x="21528" y="0"/>
                  <wp:lineTo x="0" y="0"/>
                </wp:wrapPolygon>
              </wp:wrapTight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765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041440" w14:textId="36FAE4E6" w:rsidR="00A27E2D" w:rsidRDefault="00B165EB" w:rsidP="00A27E2D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 w:rsidRPr="003D7205"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t>Gensler Family AAP NYC Center</w:t>
                          </w:r>
                          <w:r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A27E2D" w:rsidRPr="00A27E2D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11 E Loop Rd, 4th Floor</w:t>
                          </w:r>
                        </w:p>
                        <w:p w14:paraId="67BE4111" w14:textId="2690AB30" w:rsidR="00B165EB" w:rsidRDefault="00A27E2D" w:rsidP="00A27E2D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 w:rsidRPr="00A27E2D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New York, NY 10044</w:t>
                          </w:r>
                          <w:r w:rsidR="00B165EB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B165EB"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(212) 497-7595</w:t>
                          </w:r>
                        </w:p>
                        <w:p w14:paraId="08D3068B" w14:textId="77777777" w:rsidR="00B165EB" w:rsidRPr="00D3768D" w:rsidRDefault="00B165EB" w:rsidP="00B165EB">
                          <w:pPr>
                            <w:spacing w:line="204" w:lineRule="exact"/>
                            <w:ind w:right="-648"/>
                            <w:rPr>
                              <w:sz w:val="17"/>
                              <w:szCs w:val="17"/>
                            </w:rPr>
                          </w:pP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aapnyc@cornell.edu</w:t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</w:p>
                        <w:p w14:paraId="22AEA783" w14:textId="77777777" w:rsidR="00B165EB" w:rsidRPr="00D3768D" w:rsidRDefault="00B165EB" w:rsidP="00B165EB">
                          <w:pPr>
                            <w:rPr>
                              <w:sz w:val="17"/>
                              <w:szCs w:val="17"/>
                            </w:rPr>
                          </w:pPr>
                        </w:p>
                        <w:p w14:paraId="52F0C789" w14:textId="03425F49" w:rsidR="00F25FC5" w:rsidRPr="00C82003" w:rsidRDefault="00F25FC5" w:rsidP="00F25FC5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0947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47.45pt;margin-top:39.9pt;width:134.45pt;height:60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" filled="f" stroked="f">
              <v:textbox inset="0,0,0,0">
                <w:txbxContent>
                  <w:p w14:paraId="17041440" w14:textId="36FAE4E6" w:rsidR="00A27E2D" w:rsidRDefault="00B165EB" w:rsidP="00A27E2D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 w:rsidRPr="003D7205"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t>Gensler Family AAP NYC Center</w:t>
                    </w:r>
                    <w:r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A27E2D" w:rsidRPr="00A27E2D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11 E Loop Rd, 4th Floor</w:t>
                    </w:r>
                  </w:p>
                  <w:p w14:paraId="67BE4111" w14:textId="2690AB30" w:rsidR="00B165EB" w:rsidRDefault="00A27E2D" w:rsidP="00A27E2D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 w:rsidRPr="00A27E2D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New York, NY 10044</w:t>
                    </w:r>
                    <w:r w:rsidR="00B165EB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 w:rsidR="00B165EB"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(212) 497-7595</w:t>
                    </w:r>
                  </w:p>
                  <w:p w14:paraId="08D3068B" w14:textId="77777777" w:rsidR="00B165EB" w:rsidRPr="00D3768D" w:rsidRDefault="00B165EB" w:rsidP="00B165EB">
                    <w:pPr>
                      <w:spacing w:line="204" w:lineRule="exact"/>
                      <w:ind w:right="-648"/>
                      <w:rPr>
                        <w:sz w:val="17"/>
                        <w:szCs w:val="17"/>
                      </w:rPr>
                    </w:pP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aapnyc@cornell.edu</w:t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</w:p>
                  <w:p w14:paraId="22AEA783" w14:textId="77777777" w:rsidR="00B165EB" w:rsidRPr="00D3768D" w:rsidRDefault="00B165EB" w:rsidP="00B165EB">
                    <w:pPr>
                      <w:rPr>
                        <w:sz w:val="17"/>
                        <w:szCs w:val="17"/>
                      </w:rPr>
                    </w:pPr>
                  </w:p>
                  <w:p w14:paraId="52F0C789" w14:textId="03425F49" w:rsidR="00F25FC5" w:rsidRPr="00C82003" w:rsidRDefault="00F25FC5" w:rsidP="00F25FC5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  <w:r w:rsidR="004C7C68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4887911">
    <w:abstractNumId w:val="1"/>
  </w:num>
  <w:num w:numId="2" w16cid:durableId="1364941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41C7C"/>
    <w:rsid w:val="0006066F"/>
    <w:rsid w:val="0007765A"/>
    <w:rsid w:val="00113E06"/>
    <w:rsid w:val="00116439"/>
    <w:rsid w:val="00134A36"/>
    <w:rsid w:val="00174082"/>
    <w:rsid w:val="001E76BA"/>
    <w:rsid w:val="00215006"/>
    <w:rsid w:val="002256D8"/>
    <w:rsid w:val="002903D8"/>
    <w:rsid w:val="002A6561"/>
    <w:rsid w:val="002C14D0"/>
    <w:rsid w:val="002F20FC"/>
    <w:rsid w:val="00314341"/>
    <w:rsid w:val="003207F5"/>
    <w:rsid w:val="00336ED6"/>
    <w:rsid w:val="00340015"/>
    <w:rsid w:val="0037085F"/>
    <w:rsid w:val="003B43E3"/>
    <w:rsid w:val="003F1DA0"/>
    <w:rsid w:val="004007EA"/>
    <w:rsid w:val="004165DE"/>
    <w:rsid w:val="00421BA9"/>
    <w:rsid w:val="00443B36"/>
    <w:rsid w:val="004463A4"/>
    <w:rsid w:val="004C0877"/>
    <w:rsid w:val="004C7C68"/>
    <w:rsid w:val="004D0628"/>
    <w:rsid w:val="004E198D"/>
    <w:rsid w:val="004F7CC9"/>
    <w:rsid w:val="00504B70"/>
    <w:rsid w:val="00510CC5"/>
    <w:rsid w:val="005542CE"/>
    <w:rsid w:val="00587D1B"/>
    <w:rsid w:val="005A746A"/>
    <w:rsid w:val="005F2A7F"/>
    <w:rsid w:val="00603489"/>
    <w:rsid w:val="00623069"/>
    <w:rsid w:val="0066178D"/>
    <w:rsid w:val="006634D2"/>
    <w:rsid w:val="00684B71"/>
    <w:rsid w:val="00693181"/>
    <w:rsid w:val="006C2EDF"/>
    <w:rsid w:val="006C47D6"/>
    <w:rsid w:val="006D0F8A"/>
    <w:rsid w:val="006D1DAF"/>
    <w:rsid w:val="006E46CB"/>
    <w:rsid w:val="00700682"/>
    <w:rsid w:val="0070785A"/>
    <w:rsid w:val="0071146A"/>
    <w:rsid w:val="007570DE"/>
    <w:rsid w:val="00757130"/>
    <w:rsid w:val="007843B3"/>
    <w:rsid w:val="007A1C4D"/>
    <w:rsid w:val="007B0CD0"/>
    <w:rsid w:val="007D2A3D"/>
    <w:rsid w:val="00801C33"/>
    <w:rsid w:val="0083087B"/>
    <w:rsid w:val="008324B3"/>
    <w:rsid w:val="008327BD"/>
    <w:rsid w:val="008446CA"/>
    <w:rsid w:val="0084696B"/>
    <w:rsid w:val="008656F4"/>
    <w:rsid w:val="00886415"/>
    <w:rsid w:val="008B79DC"/>
    <w:rsid w:val="008F3617"/>
    <w:rsid w:val="00937F73"/>
    <w:rsid w:val="009408DC"/>
    <w:rsid w:val="00946677"/>
    <w:rsid w:val="0095244C"/>
    <w:rsid w:val="00961692"/>
    <w:rsid w:val="00970B25"/>
    <w:rsid w:val="009964AB"/>
    <w:rsid w:val="00A27E2D"/>
    <w:rsid w:val="00A30EC2"/>
    <w:rsid w:val="00A32031"/>
    <w:rsid w:val="00A57EB8"/>
    <w:rsid w:val="00AA115A"/>
    <w:rsid w:val="00AA2C8B"/>
    <w:rsid w:val="00AA366B"/>
    <w:rsid w:val="00AF6369"/>
    <w:rsid w:val="00B104A5"/>
    <w:rsid w:val="00B165EB"/>
    <w:rsid w:val="00BA5FB3"/>
    <w:rsid w:val="00BB6536"/>
    <w:rsid w:val="00BE06AE"/>
    <w:rsid w:val="00BE1B2B"/>
    <w:rsid w:val="00BF15DE"/>
    <w:rsid w:val="00C32655"/>
    <w:rsid w:val="00C62024"/>
    <w:rsid w:val="00C6621E"/>
    <w:rsid w:val="00C82003"/>
    <w:rsid w:val="00C86117"/>
    <w:rsid w:val="00C96661"/>
    <w:rsid w:val="00CC5496"/>
    <w:rsid w:val="00CC6DF7"/>
    <w:rsid w:val="00CF32BE"/>
    <w:rsid w:val="00D07456"/>
    <w:rsid w:val="00D12F94"/>
    <w:rsid w:val="00D3768D"/>
    <w:rsid w:val="00D61731"/>
    <w:rsid w:val="00D6292C"/>
    <w:rsid w:val="00DB6C1F"/>
    <w:rsid w:val="00DC51DD"/>
    <w:rsid w:val="00DD2310"/>
    <w:rsid w:val="00E133BD"/>
    <w:rsid w:val="00E31D0D"/>
    <w:rsid w:val="00E4296E"/>
    <w:rsid w:val="00E52AA3"/>
    <w:rsid w:val="00E70EED"/>
    <w:rsid w:val="00E81216"/>
    <w:rsid w:val="00E83DD5"/>
    <w:rsid w:val="00EC3C24"/>
    <w:rsid w:val="00EF2687"/>
    <w:rsid w:val="00F2172B"/>
    <w:rsid w:val="00F25FC5"/>
    <w:rsid w:val="00F27240"/>
    <w:rsid w:val="00F95ABE"/>
    <w:rsid w:val="00F970D5"/>
    <w:rsid w:val="00FB618F"/>
    <w:rsid w:val="00FD5537"/>
    <w:rsid w:val="00FE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71146A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15006"/>
  </w:style>
  <w:style w:type="character" w:customStyle="1" w:styleId="apple-converted-space">
    <w:name w:val="apple-converted-space"/>
    <w:basedOn w:val="DefaultParagraphFont"/>
    <w:rsid w:val="00215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16</cp:revision>
  <cp:lastPrinted>2019-07-16T14:48:00Z</cp:lastPrinted>
  <dcterms:created xsi:type="dcterms:W3CDTF">2022-04-05T16:29:00Z</dcterms:created>
  <dcterms:modified xsi:type="dcterms:W3CDTF">2026-02-16T17:25:00Z</dcterms:modified>
</cp:coreProperties>
</file>