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B464" w14:textId="77777777" w:rsidR="00F970D5" w:rsidRDefault="00F970D5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0CDFDFE3" w14:textId="77777777" w:rsidR="00B700E9" w:rsidRDefault="00B700E9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3121DEA0" w14:textId="77777777" w:rsidR="00B700E9" w:rsidRDefault="00B700E9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22A749D5" w14:textId="77777777" w:rsidR="00B700E9" w:rsidRDefault="00B700E9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479E5406" w14:textId="77777777" w:rsidR="00B700E9" w:rsidRDefault="00B700E9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43E9109C" w14:textId="77777777" w:rsidR="00B700E9" w:rsidRDefault="00B700E9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2C008643" w14:textId="77777777" w:rsidR="00B700E9" w:rsidRPr="00B700E9" w:rsidRDefault="00B700E9" w:rsidP="00BE1B2B">
      <w:pPr>
        <w:tabs>
          <w:tab w:val="left" w:pos="2160"/>
        </w:tabs>
      </w:pPr>
    </w:p>
    <w:sectPr w:rsidR="00B700E9" w:rsidRPr="00B700E9" w:rsidSect="007114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7F640" w14:textId="77777777" w:rsidR="005574A6" w:rsidRDefault="005574A6">
      <w:r>
        <w:separator/>
      </w:r>
    </w:p>
  </w:endnote>
  <w:endnote w:type="continuationSeparator" w:id="0">
    <w:p w14:paraId="78206DC5" w14:textId="77777777" w:rsidR="005574A6" w:rsidRDefault="0055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T Com 75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Helvetica Neue LT Com 55 Roman">
    <w:altName w:val="Arial"/>
    <w:panose1 w:val="02000503000000000000"/>
    <w:charset w:val="4D"/>
    <w:family w:val="auto"/>
    <w:pitch w:val="variable"/>
    <w:sig w:usb0="800000AF" w:usb1="4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15CC4" w14:textId="77777777" w:rsidR="00635F1A" w:rsidRDefault="00635F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5756FF71" w:rsidR="002903D8" w:rsidRPr="00635F1A" w:rsidRDefault="00635F1A" w:rsidP="00635F1A">
    <w:pPr>
      <w:pStyle w:val="Footer"/>
      <w:tabs>
        <w:tab w:val="clear" w:pos="4320"/>
      </w:tabs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30B69" w14:textId="4B715D84" w:rsidR="009408DC" w:rsidRPr="00635F1A" w:rsidRDefault="00635F1A" w:rsidP="006802D5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ED207" w14:textId="77777777" w:rsidR="005574A6" w:rsidRDefault="005574A6">
      <w:r>
        <w:separator/>
      </w:r>
    </w:p>
  </w:footnote>
  <w:footnote w:type="continuationSeparator" w:id="0">
    <w:p w14:paraId="7E0B4A5C" w14:textId="77777777" w:rsidR="005574A6" w:rsidRDefault="00557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BA0F2" w14:textId="77777777" w:rsidR="00635F1A" w:rsidRDefault="00635F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AC8DB" w14:textId="77777777" w:rsidR="00635F1A" w:rsidRDefault="00635F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63B57F44" w:rsidR="009408DC" w:rsidRDefault="00414D6E" w:rsidP="00EC3C24">
    <w:pPr>
      <w:pStyle w:val="Header"/>
      <w:ind w:left="-270"/>
    </w:pPr>
    <w:r w:rsidRPr="00F25FC5">
      <w:rPr>
        <w:noProof/>
      </w:rPr>
      <w:drawing>
        <wp:anchor distT="0" distB="0" distL="114300" distR="114300" simplePos="0" relativeHeight="251663360" behindDoc="0" locked="0" layoutInCell="1" allowOverlap="1" wp14:anchorId="3FF1E2F1" wp14:editId="4251BA4F">
          <wp:simplePos x="0" y="0"/>
          <wp:positionH relativeFrom="margin">
            <wp:posOffset>10795</wp:posOffset>
          </wp:positionH>
          <wp:positionV relativeFrom="paragraph">
            <wp:posOffset>-2540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25FC5" w:rsidRPr="00F25FC5"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7E0947A" wp14:editId="44E036E9">
              <wp:simplePos x="0" y="0"/>
              <wp:positionH relativeFrom="margin">
                <wp:posOffset>4724400</wp:posOffset>
              </wp:positionH>
              <wp:positionV relativeFrom="topMargin">
                <wp:posOffset>504825</wp:posOffset>
              </wp:positionV>
              <wp:extent cx="1400175" cy="1171575"/>
              <wp:effectExtent l="0" t="0" r="9525" b="9525"/>
              <wp:wrapTight wrapText="bothSides">
                <wp:wrapPolygon edited="0">
                  <wp:start x="0" y="0"/>
                  <wp:lineTo x="0" y="21424"/>
                  <wp:lineTo x="21453" y="21424"/>
                  <wp:lineTo x="21453" y="0"/>
                  <wp:lineTo x="0" y="0"/>
                </wp:wrapPolygon>
              </wp:wrapTight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171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E6145" w14:textId="54A5B172" w:rsidR="00E30142" w:rsidRPr="0053224E" w:rsidRDefault="00AD52BA" w:rsidP="00E30142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[Office]</w:t>
                          </w:r>
                          <w:r w:rsidR="00E30142" w:rsidRPr="0053224E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E30142" w:rsidRPr="0053224E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[Name]</w:t>
                          </w:r>
                        </w:p>
                        <w:p w14:paraId="19D2FF94" w14:textId="77777777" w:rsidR="00AD52BA" w:rsidRPr="00314341" w:rsidRDefault="00E30142" w:rsidP="00AD52BA">
                          <w:pPr>
                            <w:spacing w:line="240" w:lineRule="exact"/>
                            <w:ind w:right="-641"/>
                            <w:rPr>
                              <w:rFonts w:ascii="Helvetica Neue LT Com 75" w:hAnsi="Helvetica Neue LT Com 75" w:cstheme="majorHAnsi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53224E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[Title]</w:t>
                          </w:r>
                          <w:r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AD52BA"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Address Line 1</w:t>
                          </w:r>
                        </w:p>
                        <w:p w14:paraId="4EA38BFF" w14:textId="77777777" w:rsidR="00AD52BA" w:rsidRPr="00D3768D" w:rsidRDefault="00AD52BA" w:rsidP="00AD52BA">
                          <w:pPr>
                            <w:spacing w:line="204" w:lineRule="exact"/>
                            <w:ind w:right="-648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Address Line 2</w:t>
                          </w:r>
                        </w:p>
                        <w:p w14:paraId="733E92CF" w14:textId="77777777" w:rsidR="00AD52BA" w:rsidRPr="00D3768D" w:rsidRDefault="00AD52BA" w:rsidP="00AD52BA">
                          <w:pPr>
                            <w:spacing w:line="204" w:lineRule="exact"/>
                            <w:ind w:right="-648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 w:rsidRPr="00D3768D"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 xml:space="preserve">(607) </w:t>
                          </w: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255-xxxx</w:t>
                          </w:r>
                        </w:p>
                        <w:p w14:paraId="4292F733" w14:textId="77777777" w:rsidR="00AD52BA" w:rsidRPr="00D3768D" w:rsidRDefault="00AD52BA" w:rsidP="00AD52BA">
                          <w:pPr>
                            <w:rPr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xxxxx@cornell.edu</w:t>
                          </w:r>
                        </w:p>
                        <w:p w14:paraId="52F0C789" w14:textId="1B1BF000" w:rsidR="00F25FC5" w:rsidRPr="00C82003" w:rsidRDefault="00F25FC5" w:rsidP="00AD52BA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0947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372pt;margin-top:39.75pt;width:110.25pt;height:9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" filled="f" stroked="f">
              <v:textbox inset="0,0,0,0">
                <w:txbxContent>
                  <w:p w14:paraId="116E6145" w14:textId="54A5B172" w:rsidR="00E30142" w:rsidRPr="0053224E" w:rsidRDefault="00AD52BA" w:rsidP="00E30142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[Office]</w:t>
                    </w:r>
                    <w:r w:rsidR="00E30142" w:rsidRPr="0053224E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="00E30142" w:rsidRPr="0053224E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[Name]</w:t>
                    </w:r>
                  </w:p>
                  <w:p w14:paraId="19D2FF94" w14:textId="77777777" w:rsidR="00AD52BA" w:rsidRPr="00314341" w:rsidRDefault="00E30142" w:rsidP="00AD52BA">
                    <w:pPr>
                      <w:spacing w:line="240" w:lineRule="exact"/>
                      <w:ind w:right="-641"/>
                      <w:rPr>
                        <w:rFonts w:ascii="Helvetica Neue LT Com 75" w:hAnsi="Helvetica Neue LT Com 75" w:cstheme="majorHAnsi"/>
                        <w:bCs/>
                        <w:kern w:val="18"/>
                        <w:sz w:val="17"/>
                        <w:szCs w:val="17"/>
                      </w:rPr>
                    </w:pPr>
                    <w:r w:rsidRPr="0053224E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[Title]</w:t>
                    </w:r>
                    <w:r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br/>
                    </w:r>
                    <w:r w:rsidR="00AD52BA"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Address Line 1</w:t>
                    </w:r>
                  </w:p>
                  <w:p w14:paraId="4EA38BFF" w14:textId="77777777" w:rsidR="00AD52BA" w:rsidRPr="00D3768D" w:rsidRDefault="00AD52BA" w:rsidP="00AD52BA">
                    <w:pPr>
                      <w:spacing w:line="204" w:lineRule="exact"/>
                      <w:ind w:right="-648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Address Line 2</w:t>
                    </w:r>
                  </w:p>
                  <w:p w14:paraId="733E92CF" w14:textId="77777777" w:rsidR="00AD52BA" w:rsidRPr="00D3768D" w:rsidRDefault="00AD52BA" w:rsidP="00AD52BA">
                    <w:pPr>
                      <w:spacing w:line="204" w:lineRule="exact"/>
                      <w:ind w:right="-648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 w:rsidRPr="00D3768D"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 xml:space="preserve">(607) </w:t>
                    </w: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255-xxxx</w:t>
                    </w:r>
                  </w:p>
                  <w:p w14:paraId="4292F733" w14:textId="77777777" w:rsidR="00AD52BA" w:rsidRPr="00D3768D" w:rsidRDefault="00AD52BA" w:rsidP="00AD52BA">
                    <w:pPr>
                      <w:rPr>
                        <w:sz w:val="17"/>
                        <w:szCs w:val="17"/>
                      </w:rPr>
                    </w:pP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xxxxx@cornell.edu</w:t>
                    </w:r>
                  </w:p>
                  <w:p w14:paraId="52F0C789" w14:textId="1B1BF000" w:rsidR="00F25FC5" w:rsidRPr="00C82003" w:rsidRDefault="00F25FC5" w:rsidP="00AD52BA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  <w:r w:rsidR="004C7C68"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3057512">
    <w:abstractNumId w:val="1"/>
  </w:num>
  <w:num w:numId="2" w16cid:durableId="558639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10098"/>
    <w:rsid w:val="00021746"/>
    <w:rsid w:val="00041C7C"/>
    <w:rsid w:val="0007765A"/>
    <w:rsid w:val="00113E06"/>
    <w:rsid w:val="00134A36"/>
    <w:rsid w:val="001526F2"/>
    <w:rsid w:val="001E76BA"/>
    <w:rsid w:val="002256D8"/>
    <w:rsid w:val="002903D8"/>
    <w:rsid w:val="002A6561"/>
    <w:rsid w:val="002C14D0"/>
    <w:rsid w:val="00314341"/>
    <w:rsid w:val="003207F5"/>
    <w:rsid w:val="00340015"/>
    <w:rsid w:val="003A645D"/>
    <w:rsid w:val="004007EA"/>
    <w:rsid w:val="00414D6E"/>
    <w:rsid w:val="004165DE"/>
    <w:rsid w:val="00421BA9"/>
    <w:rsid w:val="00443B36"/>
    <w:rsid w:val="004463A4"/>
    <w:rsid w:val="004C0877"/>
    <w:rsid w:val="004C7C68"/>
    <w:rsid w:val="004E198D"/>
    <w:rsid w:val="004F7CC9"/>
    <w:rsid w:val="00504B70"/>
    <w:rsid w:val="00510CC5"/>
    <w:rsid w:val="005542CE"/>
    <w:rsid w:val="005574A6"/>
    <w:rsid w:val="00587D1B"/>
    <w:rsid w:val="005A746A"/>
    <w:rsid w:val="005F2A7F"/>
    <w:rsid w:val="00603489"/>
    <w:rsid w:val="00623069"/>
    <w:rsid w:val="00635F1A"/>
    <w:rsid w:val="0066178D"/>
    <w:rsid w:val="006634D2"/>
    <w:rsid w:val="006802D5"/>
    <w:rsid w:val="00684B71"/>
    <w:rsid w:val="006C2EDF"/>
    <w:rsid w:val="006C47D6"/>
    <w:rsid w:val="006D1DAF"/>
    <w:rsid w:val="006E46CB"/>
    <w:rsid w:val="00700682"/>
    <w:rsid w:val="00701A4A"/>
    <w:rsid w:val="007032E1"/>
    <w:rsid w:val="0070785A"/>
    <w:rsid w:val="0071146A"/>
    <w:rsid w:val="007570DE"/>
    <w:rsid w:val="007843B3"/>
    <w:rsid w:val="007A1C4D"/>
    <w:rsid w:val="007B0CD0"/>
    <w:rsid w:val="007D2A3D"/>
    <w:rsid w:val="007F562A"/>
    <w:rsid w:val="00801C33"/>
    <w:rsid w:val="008324B3"/>
    <w:rsid w:val="008327BD"/>
    <w:rsid w:val="008446CA"/>
    <w:rsid w:val="0084696B"/>
    <w:rsid w:val="008656F4"/>
    <w:rsid w:val="00886415"/>
    <w:rsid w:val="008A6894"/>
    <w:rsid w:val="008B79DC"/>
    <w:rsid w:val="008F3617"/>
    <w:rsid w:val="00937F73"/>
    <w:rsid w:val="009408DC"/>
    <w:rsid w:val="00946677"/>
    <w:rsid w:val="0095244C"/>
    <w:rsid w:val="00953BA1"/>
    <w:rsid w:val="00961692"/>
    <w:rsid w:val="00970B25"/>
    <w:rsid w:val="009964AB"/>
    <w:rsid w:val="00A32031"/>
    <w:rsid w:val="00AA115A"/>
    <w:rsid w:val="00AA2C8B"/>
    <w:rsid w:val="00AA366B"/>
    <w:rsid w:val="00AD52BA"/>
    <w:rsid w:val="00AF6369"/>
    <w:rsid w:val="00B104A5"/>
    <w:rsid w:val="00B700E9"/>
    <w:rsid w:val="00BA5FB3"/>
    <w:rsid w:val="00BB6536"/>
    <w:rsid w:val="00BE06AE"/>
    <w:rsid w:val="00BE1B2B"/>
    <w:rsid w:val="00BF15DE"/>
    <w:rsid w:val="00C16BF5"/>
    <w:rsid w:val="00C32655"/>
    <w:rsid w:val="00C37C34"/>
    <w:rsid w:val="00C82003"/>
    <w:rsid w:val="00C86117"/>
    <w:rsid w:val="00C96661"/>
    <w:rsid w:val="00CA5AA4"/>
    <w:rsid w:val="00CB7206"/>
    <w:rsid w:val="00CC5496"/>
    <w:rsid w:val="00CC6DF7"/>
    <w:rsid w:val="00CF1D19"/>
    <w:rsid w:val="00CF32BE"/>
    <w:rsid w:val="00D07456"/>
    <w:rsid w:val="00D12F94"/>
    <w:rsid w:val="00D3768D"/>
    <w:rsid w:val="00D61731"/>
    <w:rsid w:val="00DB6C1F"/>
    <w:rsid w:val="00DC51DD"/>
    <w:rsid w:val="00DC698C"/>
    <w:rsid w:val="00DD2310"/>
    <w:rsid w:val="00E133BD"/>
    <w:rsid w:val="00E30142"/>
    <w:rsid w:val="00E31D0D"/>
    <w:rsid w:val="00E52AA3"/>
    <w:rsid w:val="00E81216"/>
    <w:rsid w:val="00E83DD5"/>
    <w:rsid w:val="00E9129C"/>
    <w:rsid w:val="00EC3C24"/>
    <w:rsid w:val="00EF2687"/>
    <w:rsid w:val="00F2172B"/>
    <w:rsid w:val="00F25FC5"/>
    <w:rsid w:val="00F27240"/>
    <w:rsid w:val="00F37AD8"/>
    <w:rsid w:val="00F95ABE"/>
    <w:rsid w:val="00F970D5"/>
    <w:rsid w:val="00FB618F"/>
    <w:rsid w:val="00FE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71146A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953BA1"/>
  </w:style>
  <w:style w:type="character" w:customStyle="1" w:styleId="apple-converted-space">
    <w:name w:val="apple-converted-space"/>
    <w:basedOn w:val="DefaultParagraphFont"/>
    <w:rsid w:val="00953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9</cp:revision>
  <cp:lastPrinted>2019-07-16T14:48:00Z</cp:lastPrinted>
  <dcterms:created xsi:type="dcterms:W3CDTF">2022-04-05T16:36:00Z</dcterms:created>
  <dcterms:modified xsi:type="dcterms:W3CDTF">2026-02-16T17:22:00Z</dcterms:modified>
</cp:coreProperties>
</file>