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5B464" w14:textId="77777777" w:rsidR="00F970D5" w:rsidRDefault="00F970D5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061B84CB" w14:textId="77777777" w:rsidR="00CB09E3" w:rsidRDefault="00CB09E3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42BB40AE" w14:textId="77777777" w:rsidR="00CB09E3" w:rsidRDefault="00CB09E3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1FC07EC3" w14:textId="77777777" w:rsidR="00CB09E3" w:rsidRDefault="00CB09E3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438F708A" w14:textId="77777777" w:rsidR="00CB09E3" w:rsidRDefault="00CB09E3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738AC82D" w14:textId="77777777" w:rsidR="00CB09E3" w:rsidRDefault="00CB09E3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42BF9C63" w14:textId="77777777" w:rsidR="00CB09E3" w:rsidRPr="00CB09E3" w:rsidRDefault="00CB09E3" w:rsidP="00BE1B2B">
      <w:pPr>
        <w:tabs>
          <w:tab w:val="left" w:pos="2160"/>
        </w:tabs>
      </w:pPr>
    </w:p>
    <w:sectPr w:rsidR="00CB09E3" w:rsidRPr="00CB09E3" w:rsidSect="007114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4D9E4" w14:textId="77777777" w:rsidR="00297C44" w:rsidRDefault="00297C44">
      <w:r>
        <w:separator/>
      </w:r>
    </w:p>
  </w:endnote>
  <w:endnote w:type="continuationSeparator" w:id="0">
    <w:p w14:paraId="11A0301C" w14:textId="77777777" w:rsidR="00297C44" w:rsidRDefault="0029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CA8E0" w14:textId="77777777" w:rsidR="00E6572C" w:rsidRDefault="00E657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DDFB" w14:textId="171B7761" w:rsidR="002903D8" w:rsidRPr="00E14B93" w:rsidRDefault="00E14B93" w:rsidP="00E14B93">
    <w:pPr>
      <w:pStyle w:val="Footer"/>
      <w:tabs>
        <w:tab w:val="clear" w:pos="4320"/>
      </w:tabs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30B69" w14:textId="0A531A46" w:rsidR="009408DC" w:rsidRPr="00E14B93" w:rsidRDefault="00E14B93" w:rsidP="00E6572C">
    <w:pPr>
      <w:pStyle w:val="Footer"/>
      <w:tabs>
        <w:tab w:val="clear" w:pos="4320"/>
      </w:tabs>
      <w:spacing w:before="600"/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EFC21" w14:textId="77777777" w:rsidR="00297C44" w:rsidRDefault="00297C44">
      <w:r>
        <w:separator/>
      </w:r>
    </w:p>
  </w:footnote>
  <w:footnote w:type="continuationSeparator" w:id="0">
    <w:p w14:paraId="60C3FEC4" w14:textId="77777777" w:rsidR="00297C44" w:rsidRDefault="00297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3C7B8" w14:textId="77777777" w:rsidR="00E6572C" w:rsidRDefault="00E657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B9E28" w14:textId="77777777" w:rsidR="00E6572C" w:rsidRDefault="00E657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342E" w14:textId="73965327" w:rsidR="009408DC" w:rsidRDefault="002F5586" w:rsidP="00EC3C24">
    <w:pPr>
      <w:pStyle w:val="Header"/>
      <w:ind w:left="-270"/>
    </w:pPr>
    <w:r w:rsidRPr="00F25FC5">
      <w:rPr>
        <w:noProof/>
      </w:rPr>
      <w:drawing>
        <wp:anchor distT="0" distB="0" distL="114300" distR="114300" simplePos="0" relativeHeight="251663360" behindDoc="0" locked="0" layoutInCell="1" allowOverlap="1" wp14:anchorId="3FF1E2F1" wp14:editId="4FD0646A">
          <wp:simplePos x="0" y="0"/>
          <wp:positionH relativeFrom="margin">
            <wp:posOffset>10795</wp:posOffset>
          </wp:positionH>
          <wp:positionV relativeFrom="paragraph">
            <wp:posOffset>-2540</wp:posOffset>
          </wp:positionV>
          <wp:extent cx="2797175" cy="548640"/>
          <wp:effectExtent l="0" t="0" r="0" b="0"/>
          <wp:wrapThrough wrapText="bothSides">
            <wp:wrapPolygon edited="0">
              <wp:start x="1275" y="0"/>
              <wp:lineTo x="0" y="4500"/>
              <wp:lineTo x="0" y="16000"/>
              <wp:lineTo x="1079" y="21000"/>
              <wp:lineTo x="1275" y="21000"/>
              <wp:lineTo x="21379" y="21000"/>
              <wp:lineTo x="21477" y="20000"/>
              <wp:lineTo x="21477" y="1000"/>
              <wp:lineTo x="5590" y="0"/>
              <wp:lineTo x="1275" y="0"/>
            </wp:wrapPolygon>
          </wp:wrapThrough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717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F25FC5" w:rsidRPr="00F25FC5"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47E0947A" wp14:editId="6900F9AC">
              <wp:simplePos x="0" y="0"/>
              <wp:positionH relativeFrom="margin">
                <wp:posOffset>4724400</wp:posOffset>
              </wp:positionH>
              <wp:positionV relativeFrom="topMargin">
                <wp:posOffset>504825</wp:posOffset>
              </wp:positionV>
              <wp:extent cx="1400175" cy="1171575"/>
              <wp:effectExtent l="0" t="0" r="9525" b="9525"/>
              <wp:wrapTight wrapText="bothSides">
                <wp:wrapPolygon edited="0">
                  <wp:start x="0" y="0"/>
                  <wp:lineTo x="0" y="21424"/>
                  <wp:lineTo x="21453" y="21424"/>
                  <wp:lineTo x="21453" y="0"/>
                  <wp:lineTo x="0" y="0"/>
                </wp:wrapPolygon>
              </wp:wrapTight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171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D752C3" w14:textId="77777777" w:rsidR="00CA5AA4" w:rsidRPr="0063155F" w:rsidRDefault="00CA5AA4" w:rsidP="00CA5AA4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</w:pPr>
                          <w:r w:rsidRPr="0063155F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 xml:space="preserve">Department of City and </w:t>
                          </w:r>
                        </w:p>
                        <w:p w14:paraId="0B8EC634" w14:textId="77777777" w:rsidR="00CA5AA4" w:rsidRPr="0063155F" w:rsidRDefault="00CA5AA4" w:rsidP="00CA5AA4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63155F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>Regional Planning</w:t>
                          </w:r>
                          <w:r w:rsidRPr="0063155F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Pr="0063155F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[Name]</w:t>
                          </w:r>
                        </w:p>
                        <w:p w14:paraId="7F5677AD" w14:textId="77777777" w:rsidR="00CA5AA4" w:rsidRPr="0063155F" w:rsidRDefault="00CA5AA4" w:rsidP="00CA5AA4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63155F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[Title]</w:t>
                          </w:r>
                          <w:r w:rsidRPr="0063155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br/>
                            <w:t>106 W. Sibley Hall</w:t>
                          </w:r>
                        </w:p>
                        <w:p w14:paraId="333A304B" w14:textId="77777777" w:rsidR="00CA5AA4" w:rsidRPr="0063155F" w:rsidRDefault="00CA5AA4" w:rsidP="00CA5AA4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63155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Ithaca, NY 14853</w:t>
                          </w:r>
                        </w:p>
                        <w:p w14:paraId="5A5B7E3E" w14:textId="77777777" w:rsidR="00CA5AA4" w:rsidRPr="0063155F" w:rsidRDefault="00CA5AA4" w:rsidP="00CA5AA4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63155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(607) 255-1971</w:t>
                          </w:r>
                        </w:p>
                        <w:p w14:paraId="0306F7EE" w14:textId="77777777" w:rsidR="00CA5AA4" w:rsidRPr="0063155F" w:rsidRDefault="00CA5AA4" w:rsidP="00CA5AA4">
                          <w:pPr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</w:pPr>
                          <w:r w:rsidRPr="0063155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crpinfo@cornell.edu</w:t>
                          </w:r>
                        </w:p>
                        <w:p w14:paraId="52F0C789" w14:textId="6D20C2A0" w:rsidR="00F25FC5" w:rsidRPr="00C82003" w:rsidRDefault="00F25FC5" w:rsidP="00701A4A">
                          <w:pPr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E0947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372pt;margin-top:39.75pt;width:110.25pt;height:92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" filled="f" stroked="f">
              <v:textbox inset="0,0,0,0">
                <w:txbxContent>
                  <w:p w14:paraId="1CD752C3" w14:textId="77777777" w:rsidR="00CA5AA4" w:rsidRPr="0063155F" w:rsidRDefault="00CA5AA4" w:rsidP="00CA5AA4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</w:pPr>
                    <w:r w:rsidRPr="0063155F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 xml:space="preserve">Department of City and </w:t>
                    </w:r>
                  </w:p>
                  <w:p w14:paraId="0B8EC634" w14:textId="77777777" w:rsidR="00CA5AA4" w:rsidRPr="0063155F" w:rsidRDefault="00CA5AA4" w:rsidP="00CA5AA4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63155F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>Regional Planning</w:t>
                    </w:r>
                    <w:r w:rsidRPr="0063155F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br/>
                    </w:r>
                    <w:r w:rsidRPr="0063155F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[Name]</w:t>
                    </w:r>
                  </w:p>
                  <w:p w14:paraId="7F5677AD" w14:textId="77777777" w:rsidR="00CA5AA4" w:rsidRPr="0063155F" w:rsidRDefault="00CA5AA4" w:rsidP="00CA5AA4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63155F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[Title]</w:t>
                    </w:r>
                    <w:r w:rsidRPr="0063155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br/>
                      <w:t>106 W. Sibley Hall</w:t>
                    </w:r>
                  </w:p>
                  <w:p w14:paraId="333A304B" w14:textId="77777777" w:rsidR="00CA5AA4" w:rsidRPr="0063155F" w:rsidRDefault="00CA5AA4" w:rsidP="00CA5AA4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63155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Ithaca, NY 14853</w:t>
                    </w:r>
                  </w:p>
                  <w:p w14:paraId="5A5B7E3E" w14:textId="77777777" w:rsidR="00CA5AA4" w:rsidRPr="0063155F" w:rsidRDefault="00CA5AA4" w:rsidP="00CA5AA4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63155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(607) 255-1971</w:t>
                    </w:r>
                  </w:p>
                  <w:p w14:paraId="0306F7EE" w14:textId="77777777" w:rsidR="00CA5AA4" w:rsidRPr="0063155F" w:rsidRDefault="00CA5AA4" w:rsidP="00CA5AA4">
                    <w:pPr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 w:rsidRPr="0063155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crpinfo@cornell.edu</w:t>
                    </w:r>
                  </w:p>
                  <w:p w14:paraId="52F0C789" w14:textId="6D20C2A0" w:rsidR="00F25FC5" w:rsidRPr="00C82003" w:rsidRDefault="00F25FC5" w:rsidP="00701A4A">
                    <w:pPr>
                      <w:rPr>
                        <w:rFonts w:ascii="Arial" w:hAnsi="Arial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tight" anchorx="margin" anchory="margin"/>
              <w10:anchorlock/>
            </v:shape>
          </w:pict>
        </mc:Fallback>
      </mc:AlternateContent>
    </w:r>
    <w:r w:rsidR="004C7C68"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250C1"/>
    <w:multiLevelType w:val="hybridMultilevel"/>
    <w:tmpl w:val="7C16B8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C94258"/>
    <w:multiLevelType w:val="hybridMultilevel"/>
    <w:tmpl w:val="DC3A1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7522195">
    <w:abstractNumId w:val="1"/>
  </w:num>
  <w:num w:numId="2" w16cid:durableId="356155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73"/>
    <w:rsid w:val="00010098"/>
    <w:rsid w:val="00021746"/>
    <w:rsid w:val="00041C7C"/>
    <w:rsid w:val="0007765A"/>
    <w:rsid w:val="000C41B3"/>
    <w:rsid w:val="00113E06"/>
    <w:rsid w:val="00134A36"/>
    <w:rsid w:val="001E76BA"/>
    <w:rsid w:val="002256D8"/>
    <w:rsid w:val="00285A8E"/>
    <w:rsid w:val="002903D8"/>
    <w:rsid w:val="00297C44"/>
    <w:rsid w:val="002A6561"/>
    <w:rsid w:val="002C14D0"/>
    <w:rsid w:val="002D2AB7"/>
    <w:rsid w:val="002F5586"/>
    <w:rsid w:val="00314341"/>
    <w:rsid w:val="003207F5"/>
    <w:rsid w:val="00340015"/>
    <w:rsid w:val="004007EA"/>
    <w:rsid w:val="004165DE"/>
    <w:rsid w:val="00421BA9"/>
    <w:rsid w:val="0044327C"/>
    <w:rsid w:val="00443B36"/>
    <w:rsid w:val="004463A4"/>
    <w:rsid w:val="004C0877"/>
    <w:rsid w:val="004C7C68"/>
    <w:rsid w:val="004E198D"/>
    <w:rsid w:val="004E1F2A"/>
    <w:rsid w:val="004F7CC9"/>
    <w:rsid w:val="00504B70"/>
    <w:rsid w:val="00510CC5"/>
    <w:rsid w:val="005542CE"/>
    <w:rsid w:val="00587D1B"/>
    <w:rsid w:val="005A746A"/>
    <w:rsid w:val="005F2A7F"/>
    <w:rsid w:val="00603489"/>
    <w:rsid w:val="00623069"/>
    <w:rsid w:val="0066178D"/>
    <w:rsid w:val="006634D2"/>
    <w:rsid w:val="00684B71"/>
    <w:rsid w:val="006C2EDF"/>
    <w:rsid w:val="006C47D6"/>
    <w:rsid w:val="006D1DAF"/>
    <w:rsid w:val="006E46CB"/>
    <w:rsid w:val="00700682"/>
    <w:rsid w:val="00701A4A"/>
    <w:rsid w:val="0070785A"/>
    <w:rsid w:val="0071146A"/>
    <w:rsid w:val="007570DE"/>
    <w:rsid w:val="007843B3"/>
    <w:rsid w:val="007A1C4D"/>
    <w:rsid w:val="007B0CD0"/>
    <w:rsid w:val="007D2A3D"/>
    <w:rsid w:val="00801C33"/>
    <w:rsid w:val="008324B3"/>
    <w:rsid w:val="008327BD"/>
    <w:rsid w:val="008446CA"/>
    <w:rsid w:val="0084696B"/>
    <w:rsid w:val="008656F4"/>
    <w:rsid w:val="00886415"/>
    <w:rsid w:val="008A6894"/>
    <w:rsid w:val="008B79DC"/>
    <w:rsid w:val="008F3617"/>
    <w:rsid w:val="00937F73"/>
    <w:rsid w:val="009408DC"/>
    <w:rsid w:val="00946677"/>
    <w:rsid w:val="0095244C"/>
    <w:rsid w:val="00961692"/>
    <w:rsid w:val="00970B25"/>
    <w:rsid w:val="009964AB"/>
    <w:rsid w:val="00A32031"/>
    <w:rsid w:val="00AA115A"/>
    <w:rsid w:val="00AA2C8B"/>
    <w:rsid w:val="00AA366B"/>
    <w:rsid w:val="00AC407A"/>
    <w:rsid w:val="00AF6369"/>
    <w:rsid w:val="00B104A5"/>
    <w:rsid w:val="00BA5FB3"/>
    <w:rsid w:val="00BB6536"/>
    <w:rsid w:val="00BE06AE"/>
    <w:rsid w:val="00BE1B2B"/>
    <w:rsid w:val="00BF15DE"/>
    <w:rsid w:val="00C32655"/>
    <w:rsid w:val="00C37C34"/>
    <w:rsid w:val="00C82003"/>
    <w:rsid w:val="00C86117"/>
    <w:rsid w:val="00C96661"/>
    <w:rsid w:val="00CA5AA4"/>
    <w:rsid w:val="00CB09E3"/>
    <w:rsid w:val="00CC5496"/>
    <w:rsid w:val="00CC6DF7"/>
    <w:rsid w:val="00CF32BE"/>
    <w:rsid w:val="00D07456"/>
    <w:rsid w:val="00D12F94"/>
    <w:rsid w:val="00D3768D"/>
    <w:rsid w:val="00D60447"/>
    <w:rsid w:val="00D61731"/>
    <w:rsid w:val="00DB6C1F"/>
    <w:rsid w:val="00DC51DD"/>
    <w:rsid w:val="00DD2310"/>
    <w:rsid w:val="00E133BD"/>
    <w:rsid w:val="00E14B93"/>
    <w:rsid w:val="00E31D0D"/>
    <w:rsid w:val="00E52AA3"/>
    <w:rsid w:val="00E6572C"/>
    <w:rsid w:val="00E81216"/>
    <w:rsid w:val="00E83DD5"/>
    <w:rsid w:val="00EC3C24"/>
    <w:rsid w:val="00EF2687"/>
    <w:rsid w:val="00F2172B"/>
    <w:rsid w:val="00F25FC5"/>
    <w:rsid w:val="00F27240"/>
    <w:rsid w:val="00F90B16"/>
    <w:rsid w:val="00F92D84"/>
    <w:rsid w:val="00F95ABE"/>
    <w:rsid w:val="00F970D5"/>
    <w:rsid w:val="00FB618F"/>
    <w:rsid w:val="00FE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DD381AA"/>
  <w15:docId w15:val="{5BCFCDB8-3870-4E8A-BC39-739FA8ED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Normal"/>
    <w:rsid w:val="00FA54E9"/>
    <w:pPr>
      <w:spacing w:line="220" w:lineRule="exact"/>
    </w:pPr>
    <w:rPr>
      <w:rFonts w:ascii="Lucida Sans" w:hAnsi="Lucida Sans"/>
      <w:color w:val="000080"/>
      <w:sz w:val="18"/>
      <w:lang w:eastAsia="ja-JP"/>
    </w:rPr>
  </w:style>
  <w:style w:type="paragraph" w:customStyle="1" w:styleId="BodyTextInstructions">
    <w:name w:val="Body Text Instructions"/>
    <w:basedOn w:val="BodyText"/>
    <w:rsid w:val="00FA54E9"/>
    <w:pPr>
      <w:spacing w:after="180"/>
    </w:pPr>
    <w:rPr>
      <w:rFonts w:ascii="Garamond" w:eastAsia="Times" w:hAnsi="Garamond"/>
      <w:sz w:val="22"/>
    </w:rPr>
  </w:style>
  <w:style w:type="character" w:customStyle="1" w:styleId="BodyTextIcon">
    <w:name w:val="Body Text Icon"/>
    <w:basedOn w:val="DefaultParagraphFont"/>
    <w:rsid w:val="00FA54E9"/>
    <w:rPr>
      <w:position w:val="-4"/>
    </w:rPr>
  </w:style>
  <w:style w:type="paragraph" w:styleId="BodyText">
    <w:name w:val="Body Text"/>
    <w:basedOn w:val="Normal"/>
    <w:rsid w:val="00FA54E9"/>
    <w:pPr>
      <w:spacing w:after="120"/>
    </w:pPr>
  </w:style>
  <w:style w:type="paragraph" w:styleId="Header">
    <w:name w:val="header"/>
    <w:basedOn w:val="Normal"/>
    <w:rsid w:val="00FA54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FA54E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674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641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886415"/>
    <w:rPr>
      <w:rFonts w:ascii="Calibri" w:eastAsia="Calibri" w:hAnsi="Calibri"/>
      <w:sz w:val="22"/>
      <w:szCs w:val="22"/>
    </w:rPr>
  </w:style>
  <w:style w:type="character" w:customStyle="1" w:styleId="entity-value1">
    <w:name w:val="entity-value1"/>
    <w:rsid w:val="004C0877"/>
    <w:rPr>
      <w:vanish w:val="0"/>
      <w:webHidden w:val="0"/>
      <w:specVanish w:val="0"/>
    </w:rPr>
  </w:style>
  <w:style w:type="character" w:styleId="Hyperlink">
    <w:name w:val="Hyperlink"/>
    <w:basedOn w:val="DefaultParagraphFont"/>
    <w:uiPriority w:val="99"/>
    <w:unhideWhenUsed/>
    <w:rsid w:val="0071146A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F90B16"/>
  </w:style>
  <w:style w:type="character" w:customStyle="1" w:styleId="apple-converted-space">
    <w:name w:val="apple-converted-space"/>
    <w:basedOn w:val="DefaultParagraphFont"/>
    <w:rsid w:val="00F90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Desktop\Cornell_AAP\letterhead_template\AAP%20Letterhead-template-0716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C:\Users\Bryan\Desktop\Cornell_AAP\letterhead_template\AAP Letterhead-template-071619.dotx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11, 2004</vt:lpstr>
    </vt:vector>
  </TitlesOfParts>
  <Company>eCornell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11, 2004</dc:title>
  <dc:subject/>
  <dc:creator>Bryan</dc:creator>
  <cp:keywords/>
  <cp:lastModifiedBy>Bryan Garner</cp:lastModifiedBy>
  <cp:revision>9</cp:revision>
  <cp:lastPrinted>2019-07-16T14:48:00Z</cp:lastPrinted>
  <dcterms:created xsi:type="dcterms:W3CDTF">2022-04-05T16:31:00Z</dcterms:created>
  <dcterms:modified xsi:type="dcterms:W3CDTF">2026-02-16T17:22:00Z</dcterms:modified>
</cp:coreProperties>
</file>