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B464" w14:textId="77777777" w:rsidR="00F970D5" w:rsidRDefault="00F970D5" w:rsidP="003E1EF4">
      <w:pPr>
        <w:rPr>
          <w:rFonts w:ascii="Arial" w:hAnsi="Arial" w:cs="Arial"/>
          <w:sz w:val="22"/>
          <w:szCs w:val="22"/>
        </w:rPr>
      </w:pPr>
    </w:p>
    <w:p w14:paraId="7DAE5929" w14:textId="77777777" w:rsidR="003E1EF4" w:rsidRDefault="003E1EF4" w:rsidP="003E1EF4">
      <w:pPr>
        <w:rPr>
          <w:rFonts w:ascii="Arial" w:hAnsi="Arial" w:cs="Arial"/>
          <w:sz w:val="22"/>
          <w:szCs w:val="22"/>
        </w:rPr>
      </w:pPr>
    </w:p>
    <w:p w14:paraId="124D432A" w14:textId="77777777" w:rsidR="003E1EF4" w:rsidRDefault="003E1EF4" w:rsidP="003E1EF4">
      <w:pPr>
        <w:rPr>
          <w:rFonts w:ascii="Arial" w:hAnsi="Arial" w:cs="Arial"/>
          <w:sz w:val="22"/>
          <w:szCs w:val="22"/>
        </w:rPr>
      </w:pPr>
    </w:p>
    <w:p w14:paraId="29093D4A" w14:textId="77777777" w:rsidR="003E1EF4" w:rsidRDefault="003E1EF4" w:rsidP="003E1EF4">
      <w:pPr>
        <w:rPr>
          <w:rFonts w:ascii="Arial" w:hAnsi="Arial" w:cs="Arial"/>
          <w:sz w:val="22"/>
          <w:szCs w:val="22"/>
        </w:rPr>
      </w:pPr>
    </w:p>
    <w:p w14:paraId="0B6BDAE9" w14:textId="77777777" w:rsidR="003E1EF4" w:rsidRDefault="003E1EF4" w:rsidP="003E1EF4">
      <w:pPr>
        <w:rPr>
          <w:rFonts w:ascii="Arial" w:hAnsi="Arial" w:cs="Arial"/>
          <w:sz w:val="22"/>
          <w:szCs w:val="22"/>
        </w:rPr>
      </w:pPr>
    </w:p>
    <w:p w14:paraId="4CF8C9D6" w14:textId="77777777" w:rsidR="003E1EF4" w:rsidRDefault="003E1EF4" w:rsidP="003E1EF4">
      <w:pPr>
        <w:rPr>
          <w:rFonts w:ascii="Arial" w:hAnsi="Arial" w:cs="Arial"/>
          <w:sz w:val="22"/>
          <w:szCs w:val="22"/>
        </w:rPr>
      </w:pPr>
    </w:p>
    <w:p w14:paraId="370601D4" w14:textId="77777777" w:rsidR="003E1EF4" w:rsidRPr="003E1EF4" w:rsidRDefault="003E1EF4" w:rsidP="003E1EF4">
      <w:pPr>
        <w:rPr>
          <w:rFonts w:ascii="Arial" w:hAnsi="Arial" w:cs="Arial"/>
          <w:sz w:val="22"/>
          <w:szCs w:val="22"/>
        </w:rPr>
      </w:pPr>
    </w:p>
    <w:sectPr w:rsidR="003E1EF4" w:rsidRPr="003E1EF4" w:rsidSect="00711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F4582" w14:textId="77777777" w:rsidR="00B15910" w:rsidRDefault="00B15910">
      <w:r>
        <w:separator/>
      </w:r>
    </w:p>
  </w:endnote>
  <w:endnote w:type="continuationSeparator" w:id="0">
    <w:p w14:paraId="75576077" w14:textId="77777777" w:rsidR="00B15910" w:rsidRDefault="00B1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282C6" w14:textId="77777777" w:rsidR="00A148B7" w:rsidRDefault="00A148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50999E3A" w:rsidR="002903D8" w:rsidRPr="00A148B7" w:rsidRDefault="00A148B7" w:rsidP="00A148B7">
    <w:pPr>
      <w:pStyle w:val="Footer"/>
      <w:tabs>
        <w:tab w:val="clear" w:pos="4320"/>
      </w:tabs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30B69" w14:textId="330CE47B" w:rsidR="009408DC" w:rsidRPr="00A148B7" w:rsidRDefault="00A148B7" w:rsidP="00C00B57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473F2" w14:textId="77777777" w:rsidR="00B15910" w:rsidRDefault="00B15910">
      <w:r>
        <w:separator/>
      </w:r>
    </w:p>
  </w:footnote>
  <w:footnote w:type="continuationSeparator" w:id="0">
    <w:p w14:paraId="41E9E3CD" w14:textId="77777777" w:rsidR="00B15910" w:rsidRDefault="00B15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F4917" w14:textId="77777777" w:rsidR="00A148B7" w:rsidRDefault="00A148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6647" w14:textId="77777777" w:rsidR="00A148B7" w:rsidRDefault="00A148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4A1F595" w:rsidR="009408DC" w:rsidRDefault="0004487F" w:rsidP="00EC3C24">
    <w:pPr>
      <w:pStyle w:val="Header"/>
      <w:ind w:left="-270"/>
    </w:pPr>
    <w:r w:rsidRPr="00F25FC5">
      <w:rPr>
        <w:noProof/>
      </w:rPr>
      <w:drawing>
        <wp:anchor distT="0" distB="0" distL="114300" distR="114300" simplePos="0" relativeHeight="251663360" behindDoc="0" locked="0" layoutInCell="1" allowOverlap="1" wp14:anchorId="3FF1E2F1" wp14:editId="50CAD30D">
          <wp:simplePos x="0" y="0"/>
          <wp:positionH relativeFrom="margin">
            <wp:posOffset>10795</wp:posOffset>
          </wp:positionH>
          <wp:positionV relativeFrom="paragraph">
            <wp:posOffset>-2540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25FC5" w:rsidRPr="00F25FC5"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7E0947A" wp14:editId="6457321D">
              <wp:simplePos x="0" y="0"/>
              <wp:positionH relativeFrom="margin">
                <wp:posOffset>4724400</wp:posOffset>
              </wp:positionH>
              <wp:positionV relativeFrom="topMargin">
                <wp:posOffset>504825</wp:posOffset>
              </wp:positionV>
              <wp:extent cx="14001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53" y="21442"/>
                  <wp:lineTo x="21453" y="0"/>
                  <wp:lineTo x="0" y="0"/>
                </wp:wrapPolygon>
              </wp:wrapTight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BB2A50" w14:textId="77777777" w:rsidR="00E432F2" w:rsidRPr="00DF78B2" w:rsidRDefault="00E432F2" w:rsidP="00E432F2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of Art</w:t>
                          </w:r>
                          <w:r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Pr="00DF78B2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3D52F8AF" w14:textId="77777777" w:rsidR="00E432F2" w:rsidRPr="00DF78B2" w:rsidRDefault="00E432F2" w:rsidP="00E432F2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  <w:t>224 Tjaden Hall</w:t>
                          </w:r>
                        </w:p>
                        <w:p w14:paraId="331B1F33" w14:textId="77777777" w:rsidR="00E432F2" w:rsidRPr="00DF78B2" w:rsidRDefault="00E432F2" w:rsidP="00E432F2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3288C843" w14:textId="77777777" w:rsidR="00E432F2" w:rsidRPr="00DF78B2" w:rsidRDefault="00E432F2" w:rsidP="00E432F2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255-6730</w:t>
                          </w:r>
                        </w:p>
                        <w:p w14:paraId="447778EC" w14:textId="77777777" w:rsidR="00E432F2" w:rsidRPr="00DF78B2" w:rsidRDefault="00E432F2" w:rsidP="00E432F2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artdepartment@cornell.edu</w:t>
                          </w:r>
                        </w:p>
                        <w:p w14:paraId="52F0C789" w14:textId="6D20C2A0" w:rsidR="00F25FC5" w:rsidRPr="00C82003" w:rsidRDefault="00F25FC5" w:rsidP="00701A4A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0947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372pt;margin-top:39.75pt;width:110.25pt;height:10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" filled="f" stroked="f">
              <v:textbox inset="0,0,0,0">
                <w:txbxContent>
                  <w:p w14:paraId="0EBB2A50" w14:textId="77777777" w:rsidR="00E432F2" w:rsidRPr="00DF78B2" w:rsidRDefault="00E432F2" w:rsidP="00E432F2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of Art</w:t>
                    </w:r>
                    <w:r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Pr="00DF78B2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3D52F8AF" w14:textId="77777777" w:rsidR="00E432F2" w:rsidRPr="00DF78B2" w:rsidRDefault="00E432F2" w:rsidP="00E432F2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  <w:t>224 Tjaden Hall</w:t>
                    </w:r>
                  </w:p>
                  <w:p w14:paraId="331B1F33" w14:textId="77777777" w:rsidR="00E432F2" w:rsidRPr="00DF78B2" w:rsidRDefault="00E432F2" w:rsidP="00E432F2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3288C843" w14:textId="77777777" w:rsidR="00E432F2" w:rsidRPr="00DF78B2" w:rsidRDefault="00E432F2" w:rsidP="00E432F2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255-6730</w:t>
                    </w:r>
                  </w:p>
                  <w:p w14:paraId="447778EC" w14:textId="77777777" w:rsidR="00E432F2" w:rsidRPr="00DF78B2" w:rsidRDefault="00E432F2" w:rsidP="00E432F2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artdepartment@cornell.edu</w:t>
                    </w:r>
                  </w:p>
                  <w:p w14:paraId="52F0C789" w14:textId="6D20C2A0" w:rsidR="00F25FC5" w:rsidRPr="00C82003" w:rsidRDefault="00F25FC5" w:rsidP="00701A4A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  <w:r w:rsidR="004C7C68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7072930">
    <w:abstractNumId w:val="1"/>
  </w:num>
  <w:num w:numId="2" w16cid:durableId="697199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10098"/>
    <w:rsid w:val="00021746"/>
    <w:rsid w:val="00041C7C"/>
    <w:rsid w:val="0004487F"/>
    <w:rsid w:val="0007765A"/>
    <w:rsid w:val="000B7D5D"/>
    <w:rsid w:val="00113E06"/>
    <w:rsid w:val="00134A36"/>
    <w:rsid w:val="001E76BA"/>
    <w:rsid w:val="002256D8"/>
    <w:rsid w:val="002903D8"/>
    <w:rsid w:val="002A6561"/>
    <w:rsid w:val="002C14D0"/>
    <w:rsid w:val="00314341"/>
    <w:rsid w:val="003207F5"/>
    <w:rsid w:val="00340015"/>
    <w:rsid w:val="00352850"/>
    <w:rsid w:val="003E1EF4"/>
    <w:rsid w:val="004007EA"/>
    <w:rsid w:val="004165DE"/>
    <w:rsid w:val="00421BA9"/>
    <w:rsid w:val="00443B36"/>
    <w:rsid w:val="004463A4"/>
    <w:rsid w:val="004A74C7"/>
    <w:rsid w:val="004C0877"/>
    <w:rsid w:val="004C7C68"/>
    <w:rsid w:val="004E198D"/>
    <w:rsid w:val="004F7CC9"/>
    <w:rsid w:val="00504B70"/>
    <w:rsid w:val="00510CC5"/>
    <w:rsid w:val="00511A00"/>
    <w:rsid w:val="005542CE"/>
    <w:rsid w:val="00587D1B"/>
    <w:rsid w:val="005A746A"/>
    <w:rsid w:val="005F2A7F"/>
    <w:rsid w:val="00603489"/>
    <w:rsid w:val="00623069"/>
    <w:rsid w:val="0066178D"/>
    <w:rsid w:val="006634D2"/>
    <w:rsid w:val="00684B71"/>
    <w:rsid w:val="006C2EDF"/>
    <w:rsid w:val="006C47D6"/>
    <w:rsid w:val="006D1DAF"/>
    <w:rsid w:val="006E46CB"/>
    <w:rsid w:val="00700682"/>
    <w:rsid w:val="00701A4A"/>
    <w:rsid w:val="0070785A"/>
    <w:rsid w:val="0071146A"/>
    <w:rsid w:val="007570DE"/>
    <w:rsid w:val="007843B3"/>
    <w:rsid w:val="007A1C4D"/>
    <w:rsid w:val="007B0CD0"/>
    <w:rsid w:val="007D2A3D"/>
    <w:rsid w:val="00801C33"/>
    <w:rsid w:val="008324B3"/>
    <w:rsid w:val="008327BD"/>
    <w:rsid w:val="008446CA"/>
    <w:rsid w:val="0084696B"/>
    <w:rsid w:val="008656F4"/>
    <w:rsid w:val="00880E4C"/>
    <w:rsid w:val="0088524D"/>
    <w:rsid w:val="00886415"/>
    <w:rsid w:val="008B79DC"/>
    <w:rsid w:val="008F3617"/>
    <w:rsid w:val="00937F73"/>
    <w:rsid w:val="009408DC"/>
    <w:rsid w:val="00946677"/>
    <w:rsid w:val="0094697B"/>
    <w:rsid w:val="0095244C"/>
    <w:rsid w:val="00961692"/>
    <w:rsid w:val="00970B25"/>
    <w:rsid w:val="009964AB"/>
    <w:rsid w:val="009F10FA"/>
    <w:rsid w:val="00A148B7"/>
    <w:rsid w:val="00A32031"/>
    <w:rsid w:val="00AA115A"/>
    <w:rsid w:val="00AA2C8B"/>
    <w:rsid w:val="00AA366B"/>
    <w:rsid w:val="00AC583D"/>
    <w:rsid w:val="00AF6369"/>
    <w:rsid w:val="00B104A5"/>
    <w:rsid w:val="00B15910"/>
    <w:rsid w:val="00B96E14"/>
    <w:rsid w:val="00BA5FB3"/>
    <w:rsid w:val="00BB6536"/>
    <w:rsid w:val="00BE06AE"/>
    <w:rsid w:val="00BE1B2B"/>
    <w:rsid w:val="00BF15DE"/>
    <w:rsid w:val="00C00B57"/>
    <w:rsid w:val="00C32655"/>
    <w:rsid w:val="00C82003"/>
    <w:rsid w:val="00C86117"/>
    <w:rsid w:val="00C95561"/>
    <w:rsid w:val="00C96661"/>
    <w:rsid w:val="00CA5AA4"/>
    <w:rsid w:val="00CC5496"/>
    <w:rsid w:val="00CC6DF7"/>
    <w:rsid w:val="00CF32BE"/>
    <w:rsid w:val="00D07456"/>
    <w:rsid w:val="00D12F94"/>
    <w:rsid w:val="00D3768D"/>
    <w:rsid w:val="00D61731"/>
    <w:rsid w:val="00DB6C1F"/>
    <w:rsid w:val="00DC51DD"/>
    <w:rsid w:val="00DD2310"/>
    <w:rsid w:val="00E133BD"/>
    <w:rsid w:val="00E31D0D"/>
    <w:rsid w:val="00E432F2"/>
    <w:rsid w:val="00E52AA3"/>
    <w:rsid w:val="00E81216"/>
    <w:rsid w:val="00E83DD5"/>
    <w:rsid w:val="00EC3C24"/>
    <w:rsid w:val="00EF2687"/>
    <w:rsid w:val="00F2172B"/>
    <w:rsid w:val="00F25FC5"/>
    <w:rsid w:val="00F27240"/>
    <w:rsid w:val="00F95ABE"/>
    <w:rsid w:val="00F970D5"/>
    <w:rsid w:val="00FB618F"/>
    <w:rsid w:val="00FE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71146A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B7D5D"/>
  </w:style>
  <w:style w:type="character" w:customStyle="1" w:styleId="apple-converted-space">
    <w:name w:val="apple-converted-space"/>
    <w:basedOn w:val="DefaultParagraphFont"/>
    <w:rsid w:val="000B7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11</cp:revision>
  <cp:lastPrinted>2019-07-16T14:48:00Z</cp:lastPrinted>
  <dcterms:created xsi:type="dcterms:W3CDTF">2022-04-05T16:30:00Z</dcterms:created>
  <dcterms:modified xsi:type="dcterms:W3CDTF">2026-02-16T17:22:00Z</dcterms:modified>
</cp:coreProperties>
</file>