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B464" w14:textId="77777777" w:rsidR="00F970D5" w:rsidRPr="00C25EA0" w:rsidRDefault="00F970D5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744B7FB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552DC1B0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2020532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36A7906B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CA7E693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292D1A7" w14:textId="77777777" w:rsidR="00C25EA0" w:rsidRPr="00C25EA0" w:rsidRDefault="00C25EA0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C25EA0" w:rsidRPr="00C25EA0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5C7AB" w14:textId="77777777" w:rsidR="00C368B2" w:rsidRDefault="00C368B2">
      <w:r>
        <w:separator/>
      </w:r>
    </w:p>
  </w:endnote>
  <w:endnote w:type="continuationSeparator" w:id="0">
    <w:p w14:paraId="7B383C20" w14:textId="77777777" w:rsidR="00C368B2" w:rsidRDefault="00C3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B90D" w14:textId="77777777" w:rsidR="0006066F" w:rsidRDefault="00060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F5D2933" w:rsidR="002903D8" w:rsidRPr="002F20FC" w:rsidRDefault="002F20FC" w:rsidP="002F20FC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23D6CE12" w:rsidR="009408DC" w:rsidRPr="002F20FC" w:rsidRDefault="002F20FC" w:rsidP="0006066F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999F" w14:textId="77777777" w:rsidR="00C368B2" w:rsidRDefault="00C368B2">
      <w:r>
        <w:separator/>
      </w:r>
    </w:p>
  </w:footnote>
  <w:footnote w:type="continuationSeparator" w:id="0">
    <w:p w14:paraId="0D473060" w14:textId="77777777" w:rsidR="00C368B2" w:rsidRDefault="00C3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BDED0" w14:textId="77777777" w:rsidR="0006066F" w:rsidRDefault="00060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46150" w14:textId="77777777" w:rsidR="0006066F" w:rsidRDefault="000606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34ADB42D" w:rsidR="009408DC" w:rsidRDefault="00BD0951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4827EED3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06E5ED5B">
              <wp:simplePos x="0" y="0"/>
              <wp:positionH relativeFrom="margin">
                <wp:posOffset>4724400</wp:posOffset>
              </wp:positionH>
              <wp:positionV relativeFrom="topMargin">
                <wp:posOffset>504825</wp:posOffset>
              </wp:positionV>
              <wp:extent cx="14001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53" y="21442"/>
                  <wp:lineTo x="21453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7E8F7" w14:textId="77777777" w:rsidR="00C82003" w:rsidRPr="00E20E3A" w:rsidRDefault="00C82003" w:rsidP="00C82003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 Architecture</w:t>
                          </w:r>
                          <w:r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7930FF5A" w14:textId="77777777" w:rsidR="00C82003" w:rsidRPr="00E20E3A" w:rsidRDefault="00C82003" w:rsidP="00C82003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139 Sibley Hall</w:t>
                          </w:r>
                        </w:p>
                        <w:p w14:paraId="67C125AA" w14:textId="77777777" w:rsidR="00C82003" w:rsidRPr="00E20E3A" w:rsidRDefault="00C82003" w:rsidP="00C82003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77CEE244" w14:textId="77777777" w:rsidR="00C82003" w:rsidRPr="00E20E3A" w:rsidRDefault="00C82003" w:rsidP="00C82003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255-5236</w:t>
                          </w:r>
                        </w:p>
                        <w:p w14:paraId="52F0C789" w14:textId="4E64AADB" w:rsidR="00F25FC5" w:rsidRPr="00C82003" w:rsidRDefault="00C82003" w:rsidP="00F25FC5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cuarch@cornell.edu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2pt;margin-top:39.75pt;width:110.2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" filled="f" stroked="f">
              <v:textbox inset="0,0,0,0">
                <w:txbxContent>
                  <w:p w14:paraId="1E77E8F7" w14:textId="77777777" w:rsidR="00C82003" w:rsidRPr="00E20E3A" w:rsidRDefault="00C82003" w:rsidP="00C82003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 Architecture</w:t>
                    </w:r>
                    <w:r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7930FF5A" w14:textId="77777777" w:rsidR="00C82003" w:rsidRPr="00E20E3A" w:rsidRDefault="00C82003" w:rsidP="00C82003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139 Sibley Hall</w:t>
                    </w:r>
                  </w:p>
                  <w:p w14:paraId="67C125AA" w14:textId="77777777" w:rsidR="00C82003" w:rsidRPr="00E20E3A" w:rsidRDefault="00C82003" w:rsidP="00C82003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77CEE244" w14:textId="77777777" w:rsidR="00C82003" w:rsidRPr="00E20E3A" w:rsidRDefault="00C82003" w:rsidP="00C82003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255-5236</w:t>
                    </w:r>
                  </w:p>
                  <w:p w14:paraId="52F0C789" w14:textId="4E64AADB" w:rsidR="00F25FC5" w:rsidRPr="00C82003" w:rsidRDefault="00C82003" w:rsidP="00F25FC5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cuarch@cornell.edu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887911">
    <w:abstractNumId w:val="1"/>
  </w:num>
  <w:num w:numId="2" w16cid:durableId="136494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41C7C"/>
    <w:rsid w:val="0006066F"/>
    <w:rsid w:val="0007765A"/>
    <w:rsid w:val="00113E06"/>
    <w:rsid w:val="00134A36"/>
    <w:rsid w:val="00174082"/>
    <w:rsid w:val="001E76BA"/>
    <w:rsid w:val="00215006"/>
    <w:rsid w:val="002256D8"/>
    <w:rsid w:val="002903D8"/>
    <w:rsid w:val="002A6561"/>
    <w:rsid w:val="002C14D0"/>
    <w:rsid w:val="002F20FC"/>
    <w:rsid w:val="00314341"/>
    <w:rsid w:val="003207F5"/>
    <w:rsid w:val="00340015"/>
    <w:rsid w:val="00371E1A"/>
    <w:rsid w:val="004007EA"/>
    <w:rsid w:val="004165DE"/>
    <w:rsid w:val="00421BA9"/>
    <w:rsid w:val="00443B36"/>
    <w:rsid w:val="004463A4"/>
    <w:rsid w:val="004C0877"/>
    <w:rsid w:val="004C7C68"/>
    <w:rsid w:val="004D0628"/>
    <w:rsid w:val="004E198D"/>
    <w:rsid w:val="004F7CC9"/>
    <w:rsid w:val="00504B70"/>
    <w:rsid w:val="00510CC5"/>
    <w:rsid w:val="005542CE"/>
    <w:rsid w:val="00587D1B"/>
    <w:rsid w:val="005A746A"/>
    <w:rsid w:val="005F2A7F"/>
    <w:rsid w:val="00603489"/>
    <w:rsid w:val="00623069"/>
    <w:rsid w:val="0066178D"/>
    <w:rsid w:val="006634D2"/>
    <w:rsid w:val="00684B71"/>
    <w:rsid w:val="006C2EDF"/>
    <w:rsid w:val="006C47D6"/>
    <w:rsid w:val="006D0F8A"/>
    <w:rsid w:val="006D1DAF"/>
    <w:rsid w:val="006E46CB"/>
    <w:rsid w:val="00700682"/>
    <w:rsid w:val="0070785A"/>
    <w:rsid w:val="0071146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70B25"/>
    <w:rsid w:val="009964AB"/>
    <w:rsid w:val="00A32031"/>
    <w:rsid w:val="00AA115A"/>
    <w:rsid w:val="00AA2C8B"/>
    <w:rsid w:val="00AA366B"/>
    <w:rsid w:val="00AF6369"/>
    <w:rsid w:val="00B104A5"/>
    <w:rsid w:val="00BA5FB3"/>
    <w:rsid w:val="00BB6536"/>
    <w:rsid w:val="00BD0951"/>
    <w:rsid w:val="00BE06AE"/>
    <w:rsid w:val="00BE1B2B"/>
    <w:rsid w:val="00BF15DE"/>
    <w:rsid w:val="00C25EA0"/>
    <w:rsid w:val="00C32655"/>
    <w:rsid w:val="00C368B2"/>
    <w:rsid w:val="00C62024"/>
    <w:rsid w:val="00C6621E"/>
    <w:rsid w:val="00C82003"/>
    <w:rsid w:val="00C86117"/>
    <w:rsid w:val="00C96661"/>
    <w:rsid w:val="00CC5496"/>
    <w:rsid w:val="00CC6DF7"/>
    <w:rsid w:val="00CF32BE"/>
    <w:rsid w:val="00D07456"/>
    <w:rsid w:val="00D12F94"/>
    <w:rsid w:val="00D3768D"/>
    <w:rsid w:val="00D61731"/>
    <w:rsid w:val="00D6292C"/>
    <w:rsid w:val="00DB6C1F"/>
    <w:rsid w:val="00DC51DD"/>
    <w:rsid w:val="00DD2310"/>
    <w:rsid w:val="00E133BD"/>
    <w:rsid w:val="00E31D0D"/>
    <w:rsid w:val="00E52AA3"/>
    <w:rsid w:val="00E70EED"/>
    <w:rsid w:val="00E81216"/>
    <w:rsid w:val="00E83DD5"/>
    <w:rsid w:val="00EC3C24"/>
    <w:rsid w:val="00EF2687"/>
    <w:rsid w:val="00F2172B"/>
    <w:rsid w:val="00F25FC5"/>
    <w:rsid w:val="00F27240"/>
    <w:rsid w:val="00F95ABE"/>
    <w:rsid w:val="00F970D5"/>
    <w:rsid w:val="00FB618F"/>
    <w:rsid w:val="00FD5537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15006"/>
  </w:style>
  <w:style w:type="character" w:customStyle="1" w:styleId="apple-converted-space">
    <w:name w:val="apple-converted-space"/>
    <w:basedOn w:val="DefaultParagraphFont"/>
    <w:rsid w:val="0021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9</cp:revision>
  <cp:lastPrinted>2019-07-16T14:48:00Z</cp:lastPrinted>
  <dcterms:created xsi:type="dcterms:W3CDTF">2022-04-05T16:29:00Z</dcterms:created>
  <dcterms:modified xsi:type="dcterms:W3CDTF">2026-02-16T17:22:00Z</dcterms:modified>
</cp:coreProperties>
</file>