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BE1B2B" w:rsidRDefault="00BE1B2B" w:rsidP="00BE1B2B">
      <w:pPr>
        <w:tabs>
          <w:tab w:val="left" w:pos="2160"/>
        </w:tabs>
      </w:pPr>
    </w:p>
    <w:sectPr w:rsidR="00BE1B2B" w:rsidRPr="00BE1B2B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C277A" w14:textId="77777777" w:rsidR="000D1FEA" w:rsidRDefault="000D1FEA">
      <w:r>
        <w:separator/>
      </w:r>
    </w:p>
  </w:endnote>
  <w:endnote w:type="continuationSeparator" w:id="0">
    <w:p w14:paraId="4CB93914" w14:textId="77777777" w:rsidR="000D1FEA" w:rsidRDefault="000D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auto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6C28B" w14:textId="77777777" w:rsidR="000B3266" w:rsidRDefault="000B32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45E76AC3" w:rsidR="002903D8" w:rsidRPr="004E57D2" w:rsidRDefault="004E57D2" w:rsidP="000B3266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DA296" w14:textId="77777777" w:rsidR="000D1FEA" w:rsidRDefault="000D1FEA">
      <w:r>
        <w:separator/>
      </w:r>
    </w:p>
  </w:footnote>
  <w:footnote w:type="continuationSeparator" w:id="0">
    <w:p w14:paraId="1B74501F" w14:textId="77777777" w:rsidR="000D1FEA" w:rsidRDefault="000D1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E32BA" w14:textId="77777777" w:rsidR="000B3266" w:rsidRDefault="000B32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0E83D9AC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58FE520F">
              <wp:simplePos x="0" y="0"/>
              <wp:positionH relativeFrom="margin">
                <wp:align>right</wp:align>
              </wp:positionH>
              <wp:positionV relativeFrom="topMargin">
                <wp:posOffset>504825</wp:posOffset>
              </wp:positionV>
              <wp:extent cx="13239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45" y="21442"/>
                  <wp:lineTo x="21445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5922F1" w14:textId="56B2AAD2" w:rsidR="00DC51DD" w:rsidRPr="00DF78B2" w:rsidRDefault="00DD2310" w:rsidP="000C7F74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of</w:t>
                          </w:r>
                          <w:r w:rsidR="00FB01F4"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 xml:space="preserve"> </w:t>
                          </w:r>
                          <w:r w:rsidR="000C7F74"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Art</w:t>
                          </w:r>
                          <w:r w:rsidR="002903D8"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DF78B2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41F6A281" w:rsidR="002903D8" w:rsidRPr="00DF78B2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0C7F74"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224 Tjaden Hall</w:t>
                          </w:r>
                        </w:p>
                        <w:p w14:paraId="25167C52" w14:textId="77777777" w:rsidR="002903D8" w:rsidRPr="00DF78B2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6AAC0FB5" w14:textId="6321753B" w:rsidR="002903D8" w:rsidRPr="00DF78B2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0C7F74"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6730</w:t>
                          </w:r>
                        </w:p>
                        <w:p w14:paraId="632299DC" w14:textId="5C7E3244" w:rsidR="002903D8" w:rsidRPr="00DF78B2" w:rsidRDefault="000C7F74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artdepartment</w:t>
                          </w:r>
                          <w:r w:rsidR="00DD2310"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.05pt;margin-top:39.75pt;width:104.25pt;height:10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" filled="f" stroked="f">
              <v:textbox inset="0,0,0,0">
                <w:txbxContent>
                  <w:p w14:paraId="185922F1" w14:textId="56B2AAD2" w:rsidR="00DC51DD" w:rsidRPr="00DF78B2" w:rsidRDefault="00DD2310" w:rsidP="000C7F74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of</w:t>
                    </w:r>
                    <w:r w:rsidR="00FB01F4"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 xml:space="preserve"> </w:t>
                    </w:r>
                    <w:r w:rsidR="000C7F74"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Art</w:t>
                    </w:r>
                    <w:r w:rsidR="002903D8"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DF78B2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41F6A281" w:rsidR="002903D8" w:rsidRPr="00DF78B2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</w:r>
                    <w:r w:rsidR="000C7F74"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224 Tjaden Hall</w:t>
                    </w:r>
                  </w:p>
                  <w:p w14:paraId="25167C52" w14:textId="77777777" w:rsidR="002903D8" w:rsidRPr="00DF78B2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6AAC0FB5" w14:textId="6321753B" w:rsidR="002903D8" w:rsidRPr="00DF78B2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0C7F74"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6730</w:t>
                    </w:r>
                  </w:p>
                  <w:p w14:paraId="632299DC" w14:textId="5C7E3244" w:rsidR="002903D8" w:rsidRPr="00DF78B2" w:rsidRDefault="000C7F74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artdepartment</w:t>
                    </w:r>
                    <w:r w:rsidR="00DD2310"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0861924">
    <w:abstractNumId w:val="1"/>
  </w:num>
  <w:num w:numId="2" w16cid:durableId="1728718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7765A"/>
    <w:rsid w:val="000B3266"/>
    <w:rsid w:val="000C7F74"/>
    <w:rsid w:val="000D1FEA"/>
    <w:rsid w:val="00113E06"/>
    <w:rsid w:val="00200662"/>
    <w:rsid w:val="002256D8"/>
    <w:rsid w:val="002903D8"/>
    <w:rsid w:val="002A6561"/>
    <w:rsid w:val="00314341"/>
    <w:rsid w:val="003207F5"/>
    <w:rsid w:val="00340015"/>
    <w:rsid w:val="00343540"/>
    <w:rsid w:val="003A720A"/>
    <w:rsid w:val="004007EA"/>
    <w:rsid w:val="00421BA9"/>
    <w:rsid w:val="00443B36"/>
    <w:rsid w:val="004463A4"/>
    <w:rsid w:val="004C0877"/>
    <w:rsid w:val="004C7C68"/>
    <w:rsid w:val="004E198D"/>
    <w:rsid w:val="004E57D2"/>
    <w:rsid w:val="004F7CC9"/>
    <w:rsid w:val="00504B70"/>
    <w:rsid w:val="00510CC5"/>
    <w:rsid w:val="005542CE"/>
    <w:rsid w:val="005A746A"/>
    <w:rsid w:val="005E739D"/>
    <w:rsid w:val="005F2A7F"/>
    <w:rsid w:val="00603489"/>
    <w:rsid w:val="00623069"/>
    <w:rsid w:val="0066178D"/>
    <w:rsid w:val="00693DE2"/>
    <w:rsid w:val="006C47D6"/>
    <w:rsid w:val="006E46CB"/>
    <w:rsid w:val="0070785A"/>
    <w:rsid w:val="007570DE"/>
    <w:rsid w:val="007A1C4D"/>
    <w:rsid w:val="007B0CD0"/>
    <w:rsid w:val="00801C33"/>
    <w:rsid w:val="008324B3"/>
    <w:rsid w:val="008327BD"/>
    <w:rsid w:val="008446CA"/>
    <w:rsid w:val="0084696B"/>
    <w:rsid w:val="008656F4"/>
    <w:rsid w:val="00886415"/>
    <w:rsid w:val="008B79DC"/>
    <w:rsid w:val="008F3617"/>
    <w:rsid w:val="00937F73"/>
    <w:rsid w:val="009408DC"/>
    <w:rsid w:val="00946677"/>
    <w:rsid w:val="0095244C"/>
    <w:rsid w:val="00961692"/>
    <w:rsid w:val="009964AB"/>
    <w:rsid w:val="00A32031"/>
    <w:rsid w:val="00A36EEE"/>
    <w:rsid w:val="00A85BFE"/>
    <w:rsid w:val="00AA115A"/>
    <w:rsid w:val="00AA2C8B"/>
    <w:rsid w:val="00AF6E9D"/>
    <w:rsid w:val="00B104A5"/>
    <w:rsid w:val="00BA5FB3"/>
    <w:rsid w:val="00BE06AE"/>
    <w:rsid w:val="00BE1B2B"/>
    <w:rsid w:val="00BF15DE"/>
    <w:rsid w:val="00C2612F"/>
    <w:rsid w:val="00C32655"/>
    <w:rsid w:val="00C86117"/>
    <w:rsid w:val="00C96661"/>
    <w:rsid w:val="00CC5496"/>
    <w:rsid w:val="00CC6DF7"/>
    <w:rsid w:val="00D12F94"/>
    <w:rsid w:val="00D240E3"/>
    <w:rsid w:val="00D3768D"/>
    <w:rsid w:val="00D61731"/>
    <w:rsid w:val="00D65A58"/>
    <w:rsid w:val="00DB6C1F"/>
    <w:rsid w:val="00DC51DD"/>
    <w:rsid w:val="00DD2310"/>
    <w:rsid w:val="00DF78B2"/>
    <w:rsid w:val="00E31D0D"/>
    <w:rsid w:val="00E52AA3"/>
    <w:rsid w:val="00E81216"/>
    <w:rsid w:val="00E83DD5"/>
    <w:rsid w:val="00EC3C24"/>
    <w:rsid w:val="00EE49BF"/>
    <w:rsid w:val="00EF2687"/>
    <w:rsid w:val="00F16517"/>
    <w:rsid w:val="00F27240"/>
    <w:rsid w:val="00F46801"/>
    <w:rsid w:val="00F5204A"/>
    <w:rsid w:val="00F669EE"/>
    <w:rsid w:val="00FB01F4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semiHidden/>
    <w:rsid w:val="00A85BFE"/>
  </w:style>
  <w:style w:type="character" w:customStyle="1" w:styleId="apple-converted-space">
    <w:name w:val="apple-converted-space"/>
    <w:basedOn w:val="DefaultParagraphFont"/>
    <w:rsid w:val="00A85BFE"/>
  </w:style>
  <w:style w:type="character" w:styleId="Hyperlink">
    <w:name w:val="Hyperlink"/>
    <w:basedOn w:val="DefaultParagraphFont"/>
    <w:uiPriority w:val="99"/>
    <w:semiHidden/>
    <w:unhideWhenUsed/>
    <w:rsid w:val="00A85B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11</cp:revision>
  <cp:lastPrinted>2019-07-16T14:48:00Z</cp:lastPrinted>
  <dcterms:created xsi:type="dcterms:W3CDTF">2021-08-17T20:17:00Z</dcterms:created>
  <dcterms:modified xsi:type="dcterms:W3CDTF">2025-07-29T14:09:00Z</dcterms:modified>
</cp:coreProperties>
</file>