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B885D9" w14:textId="785D9BE1" w:rsidR="00BE1B2B" w:rsidRPr="00BE1B2B" w:rsidRDefault="00BE1B2B" w:rsidP="00BE1B2B">
      <w:pPr>
        <w:tabs>
          <w:tab w:val="left" w:pos="2160"/>
        </w:tabs>
      </w:pPr>
    </w:p>
    <w:sectPr w:rsidR="00BE1B2B" w:rsidRPr="00BE1B2B" w:rsidSect="002903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2880" w:right="1440" w:bottom="720" w:left="1152" w:header="86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CEF989" w14:textId="77777777" w:rsidR="0072125D" w:rsidRDefault="0072125D">
      <w:r>
        <w:separator/>
      </w:r>
    </w:p>
  </w:endnote>
  <w:endnote w:type="continuationSeparator" w:id="0">
    <w:p w14:paraId="7457DA80" w14:textId="77777777" w:rsidR="0072125D" w:rsidRDefault="00721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imes"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 LT Com 55 Roman">
    <w:altName w:val="Arial"/>
    <w:panose1 w:val="02000503000000000000"/>
    <w:charset w:val="4D"/>
    <w:family w:val="auto"/>
    <w:pitch w:val="variable"/>
    <w:sig w:usb0="800000AF" w:usb1="40002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C8EEF" w14:textId="77777777" w:rsidR="002040EB" w:rsidRDefault="002040E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1DDFB" w14:textId="544B4C4B" w:rsidR="002903D8" w:rsidRPr="00D739C0" w:rsidRDefault="00D739C0" w:rsidP="003157B2">
    <w:pPr>
      <w:pStyle w:val="Footer"/>
      <w:tabs>
        <w:tab w:val="clear" w:pos="4320"/>
      </w:tabs>
      <w:spacing w:before="600"/>
      <w:jc w:val="center"/>
      <w:rPr>
        <w:rFonts w:ascii="Helvetica" w:hAnsi="Helvetica"/>
        <w:sz w:val="15"/>
        <w:szCs w:val="15"/>
      </w:rPr>
    </w:pPr>
    <w:r w:rsidRPr="0063595D">
      <w:rPr>
        <w:rFonts w:ascii="Helvetica" w:hAnsi="Helvetica"/>
        <w:color w:val="333333"/>
        <w:sz w:val="15"/>
        <w:szCs w:val="15"/>
        <w:shd w:val="clear" w:color="auto" w:fill="FFFFFF"/>
      </w:rPr>
      <w:t>With a founding principle of “... any person ... any study,” Cornell is an </w:t>
    </w:r>
    <w:hyperlink r:id="rId1" w:tgtFrame="_blank" w:history="1">
      <w:r w:rsidRPr="0063595D">
        <w:rPr>
          <w:rStyle w:val="Hyperlink"/>
          <w:rFonts w:ascii="Helvetica" w:hAnsi="Helvetica"/>
          <w:color w:val="337AB7"/>
          <w:sz w:val="15"/>
          <w:szCs w:val="15"/>
          <w:shd w:val="clear" w:color="auto" w:fill="FFFFFF"/>
        </w:rPr>
        <w:t>equal opportunity employer and educator</w:t>
      </w:r>
    </w:hyperlink>
    <w:r w:rsidRPr="0063595D">
      <w:rPr>
        <w:rFonts w:ascii="Helvetica" w:hAnsi="Helvetica"/>
        <w:color w:val="333333"/>
        <w:sz w:val="15"/>
        <w:szCs w:val="15"/>
        <w:shd w:val="clear" w:color="auto" w:fill="FFFFFF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C24A24" w14:textId="77777777" w:rsidR="00D12F94" w:rsidRPr="00B104A5" w:rsidRDefault="00D12F94" w:rsidP="00D12F94">
    <w:pPr>
      <w:pStyle w:val="Footer"/>
      <w:tabs>
        <w:tab w:val="clear" w:pos="4320"/>
      </w:tabs>
      <w:jc w:val="center"/>
      <w:rPr>
        <w:rFonts w:ascii="Helvetica Neue LT Com 55 Roman" w:hAnsi="Helvetica Neue LT Com 55 Roman" w:cs="Arial"/>
        <w:color w:val="262626"/>
        <w:sz w:val="14"/>
        <w:szCs w:val="14"/>
      </w:rPr>
    </w:pPr>
    <w:r w:rsidRPr="00B104A5">
      <w:rPr>
        <w:rFonts w:ascii="Helvetica Neue LT Com 55 Roman" w:hAnsi="Helvetica Neue LT Com 55 Roman" w:cs="Arial"/>
        <w:color w:val="262626"/>
        <w:sz w:val="14"/>
        <w:szCs w:val="14"/>
      </w:rPr>
      <w:t xml:space="preserve">Diversity and Inclusion are a part of Cornell University’s heritage. </w:t>
    </w:r>
  </w:p>
  <w:p w14:paraId="79A30B69" w14:textId="77777777" w:rsidR="009408DC" w:rsidRPr="00B104A5" w:rsidRDefault="00D12F94" w:rsidP="00D12F94">
    <w:pPr>
      <w:pStyle w:val="Footer"/>
      <w:tabs>
        <w:tab w:val="clear" w:pos="4320"/>
      </w:tabs>
      <w:jc w:val="center"/>
      <w:rPr>
        <w:rFonts w:ascii="Helvetica Neue LT Com 55 Roman" w:hAnsi="Helvetica Neue LT Com 55 Roman"/>
        <w:sz w:val="14"/>
        <w:szCs w:val="14"/>
      </w:rPr>
    </w:pPr>
    <w:r w:rsidRPr="00B104A5">
      <w:rPr>
        <w:rFonts w:ascii="Helvetica Neue LT Com 55 Roman" w:hAnsi="Helvetica Neue LT Com 55 Roman" w:cs="Arial"/>
        <w:color w:val="262626"/>
        <w:sz w:val="14"/>
        <w:szCs w:val="14"/>
      </w:rPr>
      <w:t>We are a recognized employer and educator valuing AA/EEO, Protected Veterans, and Individuals with Disabilities.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42FF1A" w14:textId="77777777" w:rsidR="0072125D" w:rsidRDefault="0072125D">
      <w:r>
        <w:separator/>
      </w:r>
    </w:p>
  </w:footnote>
  <w:footnote w:type="continuationSeparator" w:id="0">
    <w:p w14:paraId="4033A9E6" w14:textId="77777777" w:rsidR="0072125D" w:rsidRDefault="007212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CB4A" w14:textId="77777777" w:rsidR="002040EB" w:rsidRDefault="002040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D8CD5" w14:textId="52BBECBA" w:rsidR="002903D8" w:rsidRDefault="00DD2310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195BBC84" wp14:editId="5B59F39D">
          <wp:simplePos x="0" y="0"/>
          <wp:positionH relativeFrom="margin">
            <wp:posOffset>3810</wp:posOffset>
          </wp:positionH>
          <wp:positionV relativeFrom="paragraph">
            <wp:posOffset>7620</wp:posOffset>
          </wp:positionV>
          <wp:extent cx="2797175" cy="548005"/>
          <wp:effectExtent l="0" t="0" r="0" b="0"/>
          <wp:wrapThrough wrapText="bothSides">
            <wp:wrapPolygon edited="0">
              <wp:start x="1275" y="0"/>
              <wp:lineTo x="0" y="4505"/>
              <wp:lineTo x="0" y="16019"/>
              <wp:lineTo x="1079" y="21024"/>
              <wp:lineTo x="1275" y="21024"/>
              <wp:lineTo x="21379" y="21024"/>
              <wp:lineTo x="21477" y="20023"/>
              <wp:lineTo x="21477" y="1001"/>
              <wp:lineTo x="5590" y="0"/>
              <wp:lineTo x="1275" y="0"/>
            </wp:wrapPolygon>
          </wp:wrapThrough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Picture 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97175" cy="548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2903D8">
      <w:rPr>
        <w:noProof/>
        <w:lang w:bidi="he-IL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530A94F2" wp14:editId="116EDDEE">
              <wp:simplePos x="0" y="0"/>
              <wp:positionH relativeFrom="margin">
                <wp:posOffset>4564380</wp:posOffset>
              </wp:positionH>
              <wp:positionV relativeFrom="topMargin">
                <wp:posOffset>504825</wp:posOffset>
              </wp:positionV>
              <wp:extent cx="1552575" cy="1304925"/>
              <wp:effectExtent l="0" t="0" r="9525" b="9525"/>
              <wp:wrapTight wrapText="bothSides">
                <wp:wrapPolygon edited="0">
                  <wp:start x="0" y="0"/>
                  <wp:lineTo x="0" y="21442"/>
                  <wp:lineTo x="21467" y="21442"/>
                  <wp:lineTo x="21467" y="0"/>
                  <wp:lineTo x="0" y="0"/>
                </wp:wrapPolygon>
              </wp:wrapTight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2575" cy="1304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5922F1" w14:textId="53E5D16F" w:rsidR="00DC51DD" w:rsidRPr="00E20E3A" w:rsidRDefault="00DD2310" w:rsidP="002903D8">
                          <w:pPr>
                            <w:spacing w:line="240" w:lineRule="exact"/>
                            <w:ind w:right="-641"/>
                            <w:rPr>
                              <w:rFonts w:ascii="Arial" w:hAnsi="Arial" w:cs="Arial"/>
                              <w:bCs/>
                              <w:kern w:val="18"/>
                              <w:sz w:val="17"/>
                              <w:szCs w:val="17"/>
                            </w:rPr>
                          </w:pPr>
                          <w:r w:rsidRPr="00E20E3A">
                            <w:rPr>
                              <w:rFonts w:ascii="Arial" w:hAnsi="Arial" w:cs="Arial"/>
                              <w:b/>
                              <w:kern w:val="18"/>
                              <w:sz w:val="17"/>
                              <w:szCs w:val="17"/>
                            </w:rPr>
                            <w:t>Department of Architecture</w:t>
                          </w:r>
                          <w:r w:rsidR="002903D8" w:rsidRPr="00E20E3A">
                            <w:rPr>
                              <w:rFonts w:ascii="Arial" w:hAnsi="Arial" w:cs="Arial"/>
                              <w:b/>
                              <w:kern w:val="18"/>
                              <w:sz w:val="17"/>
                              <w:szCs w:val="17"/>
                            </w:rPr>
                            <w:br/>
                          </w:r>
                          <w:r w:rsidR="00FB618F" w:rsidRPr="00E20E3A">
                            <w:rPr>
                              <w:rFonts w:ascii="Arial" w:hAnsi="Arial" w:cs="Arial"/>
                              <w:bCs/>
                              <w:kern w:val="18"/>
                              <w:sz w:val="17"/>
                              <w:szCs w:val="17"/>
                            </w:rPr>
                            <w:t>[Name]</w:t>
                          </w:r>
                        </w:p>
                        <w:p w14:paraId="10A856CC" w14:textId="4931C04F" w:rsidR="002903D8" w:rsidRPr="00E20E3A" w:rsidRDefault="00FB618F" w:rsidP="002903D8">
                          <w:pPr>
                            <w:spacing w:line="240" w:lineRule="exact"/>
                            <w:ind w:right="-641"/>
                            <w:rPr>
                              <w:rFonts w:ascii="Arial" w:hAnsi="Arial" w:cs="Arial"/>
                              <w:bCs/>
                              <w:kern w:val="18"/>
                              <w:sz w:val="17"/>
                              <w:szCs w:val="17"/>
                            </w:rPr>
                          </w:pPr>
                          <w:r w:rsidRPr="00E20E3A">
                            <w:rPr>
                              <w:rFonts w:ascii="Arial" w:hAnsi="Arial" w:cs="Arial"/>
                              <w:bCs/>
                              <w:kern w:val="18"/>
                              <w:sz w:val="17"/>
                              <w:szCs w:val="17"/>
                            </w:rPr>
                            <w:t>[Title]</w:t>
                          </w:r>
                          <w:r w:rsidR="002903D8" w:rsidRPr="00E20E3A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br/>
                            <w:t>1</w:t>
                          </w:r>
                          <w:r w:rsidR="00DD2310" w:rsidRPr="00E20E3A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>3</w:t>
                          </w:r>
                          <w:r w:rsidR="002903D8" w:rsidRPr="00E20E3A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 xml:space="preserve">9 Sibley </w:t>
                          </w:r>
                          <w:r w:rsidR="00DD2310" w:rsidRPr="00E20E3A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>Hall</w:t>
                          </w:r>
                        </w:p>
                        <w:p w14:paraId="25167C52" w14:textId="77777777" w:rsidR="002903D8" w:rsidRPr="00E20E3A" w:rsidRDefault="002903D8" w:rsidP="002903D8">
                          <w:pPr>
                            <w:spacing w:line="204" w:lineRule="exact"/>
                            <w:ind w:right="-648"/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</w:pPr>
                          <w:r w:rsidRPr="00E20E3A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>Ithaca, NY 14853</w:t>
                          </w:r>
                        </w:p>
                        <w:p w14:paraId="6AAC0FB5" w14:textId="4A119203" w:rsidR="002903D8" w:rsidRPr="00E20E3A" w:rsidRDefault="002903D8" w:rsidP="002903D8">
                          <w:pPr>
                            <w:spacing w:line="204" w:lineRule="exact"/>
                            <w:ind w:right="-648"/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</w:pPr>
                          <w:r w:rsidRPr="00E20E3A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>(607) 255-</w:t>
                          </w:r>
                          <w:r w:rsidR="00DD2310" w:rsidRPr="00E20E3A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>5236</w:t>
                          </w:r>
                        </w:p>
                        <w:p w14:paraId="632299DC" w14:textId="3BEDB8C8" w:rsidR="002903D8" w:rsidRPr="00E20E3A" w:rsidRDefault="00DD2310" w:rsidP="002903D8">
                          <w:pPr>
                            <w:rPr>
                              <w:rFonts w:ascii="Arial" w:hAnsi="Arial" w:cs="Arial"/>
                              <w:sz w:val="17"/>
                              <w:szCs w:val="17"/>
                            </w:rPr>
                          </w:pPr>
                          <w:r w:rsidRPr="00E20E3A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>cuarch@cornell.edu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0A94F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59.4pt;margin-top:39.75pt;width:122.25pt;height:102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" filled="f" stroked="f">
              <v:textbox inset="0,0,0,0">
                <w:txbxContent>
                  <w:p w14:paraId="185922F1" w14:textId="53E5D16F" w:rsidR="00DC51DD" w:rsidRPr="00E20E3A" w:rsidRDefault="00DD2310" w:rsidP="002903D8">
                    <w:pPr>
                      <w:spacing w:line="240" w:lineRule="exact"/>
                      <w:ind w:right="-641"/>
                      <w:rPr>
                        <w:rFonts w:ascii="Arial" w:hAnsi="Arial" w:cs="Arial"/>
                        <w:bCs/>
                        <w:kern w:val="18"/>
                        <w:sz w:val="17"/>
                        <w:szCs w:val="17"/>
                      </w:rPr>
                    </w:pPr>
                    <w:r w:rsidRPr="00E20E3A">
                      <w:rPr>
                        <w:rFonts w:ascii="Arial" w:hAnsi="Arial" w:cs="Arial"/>
                        <w:b/>
                        <w:kern w:val="18"/>
                        <w:sz w:val="17"/>
                        <w:szCs w:val="17"/>
                      </w:rPr>
                      <w:t>Department of Architecture</w:t>
                    </w:r>
                    <w:r w:rsidR="002903D8" w:rsidRPr="00E20E3A">
                      <w:rPr>
                        <w:rFonts w:ascii="Arial" w:hAnsi="Arial" w:cs="Arial"/>
                        <w:b/>
                        <w:kern w:val="18"/>
                        <w:sz w:val="17"/>
                        <w:szCs w:val="17"/>
                      </w:rPr>
                      <w:br/>
                    </w:r>
                    <w:r w:rsidR="00FB618F" w:rsidRPr="00E20E3A">
                      <w:rPr>
                        <w:rFonts w:ascii="Arial" w:hAnsi="Arial" w:cs="Arial"/>
                        <w:bCs/>
                        <w:kern w:val="18"/>
                        <w:sz w:val="17"/>
                        <w:szCs w:val="17"/>
                      </w:rPr>
                      <w:t>[Name]</w:t>
                    </w:r>
                  </w:p>
                  <w:p w14:paraId="10A856CC" w14:textId="4931C04F" w:rsidR="002903D8" w:rsidRPr="00E20E3A" w:rsidRDefault="00FB618F" w:rsidP="002903D8">
                    <w:pPr>
                      <w:spacing w:line="240" w:lineRule="exact"/>
                      <w:ind w:right="-641"/>
                      <w:rPr>
                        <w:rFonts w:ascii="Arial" w:hAnsi="Arial" w:cs="Arial"/>
                        <w:bCs/>
                        <w:kern w:val="18"/>
                        <w:sz w:val="17"/>
                        <w:szCs w:val="17"/>
                      </w:rPr>
                    </w:pPr>
                    <w:r w:rsidRPr="00E20E3A">
                      <w:rPr>
                        <w:rFonts w:ascii="Arial" w:hAnsi="Arial" w:cs="Arial"/>
                        <w:bCs/>
                        <w:kern w:val="18"/>
                        <w:sz w:val="17"/>
                        <w:szCs w:val="17"/>
                      </w:rPr>
                      <w:t>[Title]</w:t>
                    </w:r>
                    <w:r w:rsidR="002903D8" w:rsidRPr="00E20E3A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br/>
                      <w:t>1</w:t>
                    </w:r>
                    <w:r w:rsidR="00DD2310" w:rsidRPr="00E20E3A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>3</w:t>
                    </w:r>
                    <w:r w:rsidR="002903D8" w:rsidRPr="00E20E3A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 xml:space="preserve">9 Sibley </w:t>
                    </w:r>
                    <w:r w:rsidR="00DD2310" w:rsidRPr="00E20E3A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>Hall</w:t>
                    </w:r>
                  </w:p>
                  <w:p w14:paraId="25167C52" w14:textId="77777777" w:rsidR="002903D8" w:rsidRPr="00E20E3A" w:rsidRDefault="002903D8" w:rsidP="002903D8">
                    <w:pPr>
                      <w:spacing w:line="204" w:lineRule="exact"/>
                      <w:ind w:right="-648"/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</w:pPr>
                    <w:r w:rsidRPr="00E20E3A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>Ithaca, NY 14853</w:t>
                    </w:r>
                  </w:p>
                  <w:p w14:paraId="6AAC0FB5" w14:textId="4A119203" w:rsidR="002903D8" w:rsidRPr="00E20E3A" w:rsidRDefault="002903D8" w:rsidP="002903D8">
                    <w:pPr>
                      <w:spacing w:line="204" w:lineRule="exact"/>
                      <w:ind w:right="-648"/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</w:pPr>
                    <w:r w:rsidRPr="00E20E3A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>(607) 255-</w:t>
                    </w:r>
                    <w:r w:rsidR="00DD2310" w:rsidRPr="00E20E3A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>5236</w:t>
                    </w:r>
                  </w:p>
                  <w:p w14:paraId="632299DC" w14:textId="3BEDB8C8" w:rsidR="002903D8" w:rsidRPr="00E20E3A" w:rsidRDefault="00DD2310" w:rsidP="002903D8">
                    <w:pPr>
                      <w:rPr>
                        <w:rFonts w:ascii="Arial" w:hAnsi="Arial" w:cs="Arial"/>
                        <w:sz w:val="17"/>
                        <w:szCs w:val="17"/>
                      </w:rPr>
                    </w:pPr>
                    <w:r w:rsidRPr="00E20E3A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>cuarch@cornell.edu</w:t>
                    </w:r>
                  </w:p>
                </w:txbxContent>
              </v:textbox>
              <w10:wrap type="tight" anchorx="margin" anchory="margin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C342E" w14:textId="5BB12C47" w:rsidR="009408DC" w:rsidRDefault="004C7C68" w:rsidP="00EC3C24">
    <w:pPr>
      <w:pStyle w:val="Header"/>
      <w:ind w:left="-270"/>
    </w:pPr>
    <w:r>
      <w:rPr>
        <w:noProof/>
      </w:rPr>
      <w:softHyphen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9250C1"/>
    <w:multiLevelType w:val="hybridMultilevel"/>
    <w:tmpl w:val="7C16B8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0C94258"/>
    <w:multiLevelType w:val="hybridMultilevel"/>
    <w:tmpl w:val="DC3A16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73246664">
    <w:abstractNumId w:val="1"/>
  </w:num>
  <w:num w:numId="2" w16cid:durableId="716898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F73"/>
    <w:rsid w:val="00021746"/>
    <w:rsid w:val="0007765A"/>
    <w:rsid w:val="00113E06"/>
    <w:rsid w:val="00190F66"/>
    <w:rsid w:val="001F4F52"/>
    <w:rsid w:val="002040EB"/>
    <w:rsid w:val="00216753"/>
    <w:rsid w:val="002256D8"/>
    <w:rsid w:val="002903D8"/>
    <w:rsid w:val="002A6561"/>
    <w:rsid w:val="00314341"/>
    <w:rsid w:val="00314F7E"/>
    <w:rsid w:val="003157B2"/>
    <w:rsid w:val="003207F5"/>
    <w:rsid w:val="00340015"/>
    <w:rsid w:val="003D1E0E"/>
    <w:rsid w:val="004007EA"/>
    <w:rsid w:val="00421BA9"/>
    <w:rsid w:val="00443B36"/>
    <w:rsid w:val="004463A4"/>
    <w:rsid w:val="004A51B5"/>
    <w:rsid w:val="004C0877"/>
    <w:rsid w:val="004C7C68"/>
    <w:rsid w:val="004E198D"/>
    <w:rsid w:val="004F7CC9"/>
    <w:rsid w:val="00504B70"/>
    <w:rsid w:val="00510CC5"/>
    <w:rsid w:val="005542CE"/>
    <w:rsid w:val="005A746A"/>
    <w:rsid w:val="005A75DD"/>
    <w:rsid w:val="005F2A7F"/>
    <w:rsid w:val="00603489"/>
    <w:rsid w:val="00623069"/>
    <w:rsid w:val="0066178D"/>
    <w:rsid w:val="006634D2"/>
    <w:rsid w:val="006C47D6"/>
    <w:rsid w:val="006E46CB"/>
    <w:rsid w:val="0070785A"/>
    <w:rsid w:val="0072125D"/>
    <w:rsid w:val="007570DE"/>
    <w:rsid w:val="007A1C4D"/>
    <w:rsid w:val="007B0CD0"/>
    <w:rsid w:val="00801C33"/>
    <w:rsid w:val="008324B3"/>
    <w:rsid w:val="008327BD"/>
    <w:rsid w:val="008446CA"/>
    <w:rsid w:val="0084696B"/>
    <w:rsid w:val="008656F4"/>
    <w:rsid w:val="00886415"/>
    <w:rsid w:val="008B79DC"/>
    <w:rsid w:val="008C0849"/>
    <w:rsid w:val="008F3617"/>
    <w:rsid w:val="00937F73"/>
    <w:rsid w:val="009408DC"/>
    <w:rsid w:val="00946677"/>
    <w:rsid w:val="0095244C"/>
    <w:rsid w:val="00961692"/>
    <w:rsid w:val="009964AB"/>
    <w:rsid w:val="009A53D5"/>
    <w:rsid w:val="009A7E6D"/>
    <w:rsid w:val="009A7F21"/>
    <w:rsid w:val="00A32031"/>
    <w:rsid w:val="00AA115A"/>
    <w:rsid w:val="00AA2C8B"/>
    <w:rsid w:val="00AB2035"/>
    <w:rsid w:val="00AD616E"/>
    <w:rsid w:val="00B104A5"/>
    <w:rsid w:val="00BA5FB3"/>
    <w:rsid w:val="00BE06AE"/>
    <w:rsid w:val="00BE1B2B"/>
    <w:rsid w:val="00BF15DE"/>
    <w:rsid w:val="00C32655"/>
    <w:rsid w:val="00C86117"/>
    <w:rsid w:val="00C9405E"/>
    <w:rsid w:val="00C96661"/>
    <w:rsid w:val="00CC5496"/>
    <w:rsid w:val="00CC6DF7"/>
    <w:rsid w:val="00D12F94"/>
    <w:rsid w:val="00D2593E"/>
    <w:rsid w:val="00D3768D"/>
    <w:rsid w:val="00D61731"/>
    <w:rsid w:val="00D739C0"/>
    <w:rsid w:val="00D73B13"/>
    <w:rsid w:val="00DB6C1F"/>
    <w:rsid w:val="00DC51DD"/>
    <w:rsid w:val="00DD2310"/>
    <w:rsid w:val="00E20E3A"/>
    <w:rsid w:val="00E31D0D"/>
    <w:rsid w:val="00E52AA3"/>
    <w:rsid w:val="00E81216"/>
    <w:rsid w:val="00E83DD5"/>
    <w:rsid w:val="00EC3C24"/>
    <w:rsid w:val="00EF2687"/>
    <w:rsid w:val="00F27240"/>
    <w:rsid w:val="00FB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6DD381AA"/>
  <w15:docId w15:val="{5BCFCDB8-3870-4E8A-BC39-739FA8ED1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903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structions">
    <w:name w:val="Instructions"/>
    <w:basedOn w:val="Normal"/>
    <w:rsid w:val="00FA54E9"/>
    <w:pPr>
      <w:spacing w:line="220" w:lineRule="exact"/>
    </w:pPr>
    <w:rPr>
      <w:rFonts w:ascii="Lucida Sans" w:hAnsi="Lucida Sans"/>
      <w:color w:val="000080"/>
      <w:sz w:val="18"/>
      <w:lang w:eastAsia="ja-JP"/>
    </w:rPr>
  </w:style>
  <w:style w:type="paragraph" w:customStyle="1" w:styleId="BodyTextInstructions">
    <w:name w:val="Body Text Instructions"/>
    <w:basedOn w:val="BodyText"/>
    <w:rsid w:val="00FA54E9"/>
    <w:pPr>
      <w:spacing w:after="180"/>
    </w:pPr>
    <w:rPr>
      <w:rFonts w:ascii="Garamond" w:eastAsia="Times" w:hAnsi="Garamond"/>
      <w:sz w:val="22"/>
    </w:rPr>
  </w:style>
  <w:style w:type="character" w:customStyle="1" w:styleId="BodyTextIcon">
    <w:name w:val="Body Text Icon"/>
    <w:basedOn w:val="DefaultParagraphFont"/>
    <w:rsid w:val="00FA54E9"/>
    <w:rPr>
      <w:position w:val="-4"/>
    </w:rPr>
  </w:style>
  <w:style w:type="paragraph" w:styleId="BodyText">
    <w:name w:val="Body Text"/>
    <w:basedOn w:val="Normal"/>
    <w:rsid w:val="00FA54E9"/>
    <w:pPr>
      <w:spacing w:after="120"/>
    </w:pPr>
  </w:style>
  <w:style w:type="paragraph" w:styleId="Header">
    <w:name w:val="header"/>
    <w:basedOn w:val="Normal"/>
    <w:rsid w:val="00FA54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semiHidden/>
    <w:rsid w:val="00FA54E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16741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86415"/>
    <w:pPr>
      <w:spacing w:before="100" w:beforeAutospacing="1" w:after="100" w:afterAutospacing="1"/>
    </w:pPr>
  </w:style>
  <w:style w:type="paragraph" w:styleId="NoSpacing">
    <w:name w:val="No Spacing"/>
    <w:uiPriority w:val="1"/>
    <w:qFormat/>
    <w:rsid w:val="00886415"/>
    <w:rPr>
      <w:rFonts w:ascii="Calibri" w:eastAsia="Calibri" w:hAnsi="Calibri"/>
      <w:sz w:val="22"/>
      <w:szCs w:val="22"/>
    </w:rPr>
  </w:style>
  <w:style w:type="character" w:customStyle="1" w:styleId="entity-value1">
    <w:name w:val="entity-value1"/>
    <w:rsid w:val="004C0877"/>
    <w:rPr>
      <w:vanish w:val="0"/>
      <w:webHidden w:val="0"/>
      <w:specVanish w:val="0"/>
    </w:rPr>
  </w:style>
  <w:style w:type="character" w:customStyle="1" w:styleId="FooterChar">
    <w:name w:val="Footer Char"/>
    <w:basedOn w:val="DefaultParagraphFont"/>
    <w:link w:val="Footer"/>
    <w:semiHidden/>
    <w:rsid w:val="009A7E6D"/>
  </w:style>
  <w:style w:type="character" w:customStyle="1" w:styleId="apple-converted-space">
    <w:name w:val="apple-converted-space"/>
    <w:basedOn w:val="DefaultParagraphFont"/>
    <w:rsid w:val="009A7E6D"/>
  </w:style>
  <w:style w:type="character" w:styleId="Hyperlink">
    <w:name w:val="Hyperlink"/>
    <w:basedOn w:val="DefaultParagraphFont"/>
    <w:uiPriority w:val="99"/>
    <w:semiHidden/>
    <w:unhideWhenUsed/>
    <w:rsid w:val="009A7E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3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hr.cornell.edu/about/workplace-rights/equal-education-and-employment-opportunity-statemen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yan\Desktop\Cornell_AAP\letterhead_template\AAP%20Letterhead-template-07161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C:\Users\Bryan\Desktop\Cornell_AAP\letterhead_template\AAP Letterhead-template-071619.dotx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November 11, 2004</vt:lpstr>
    </vt:vector>
  </TitlesOfParts>
  <Company>eCornell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November 11, 2004</dc:title>
  <dc:subject/>
  <dc:creator>Bryan</dc:creator>
  <cp:keywords/>
  <cp:lastModifiedBy>Bryan Garner</cp:lastModifiedBy>
  <cp:revision>13</cp:revision>
  <cp:lastPrinted>2019-07-16T14:48:00Z</cp:lastPrinted>
  <dcterms:created xsi:type="dcterms:W3CDTF">2021-08-17T15:57:00Z</dcterms:created>
  <dcterms:modified xsi:type="dcterms:W3CDTF">2025-07-29T14:10:00Z</dcterms:modified>
</cp:coreProperties>
</file>