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E4296E">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2C408" w14:textId="77777777" w:rsidR="003B43E3" w:rsidRDefault="003B43E3">
      <w:r>
        <w:separator/>
      </w:r>
    </w:p>
  </w:endnote>
  <w:endnote w:type="continuationSeparator" w:id="0">
    <w:p w14:paraId="535F1375" w14:textId="77777777" w:rsidR="003B43E3" w:rsidRDefault="003B4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LT Com 75">
    <w:altName w:val="Arial"/>
    <w:panose1 w:val="02000503000000000000"/>
    <w:charset w:val="4D"/>
    <w:family w:val="swiss"/>
    <w:pitch w:val="variable"/>
    <w:sig w:usb0="8000002F" w:usb1="10002042" w:usb2="00000000" w:usb3="00000000" w:csb0="0000009B" w:csb1="00000000"/>
  </w:font>
  <w:font w:name="Helvetica Neue LT Com 55 Roman">
    <w:altName w:val="Arial"/>
    <w:panose1 w:val="02000503000000000000"/>
    <w:charset w:val="4D"/>
    <w:family w:val="auto"/>
    <w:pitch w:val="variable"/>
    <w:sig w:usb0="800000AF" w:usb1="4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8927C" w14:textId="77777777" w:rsidR="0037085F" w:rsidRDefault="003708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7F5D2933" w:rsidR="002903D8" w:rsidRPr="002F20FC" w:rsidRDefault="002F20FC" w:rsidP="002F20FC">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23D6CE12" w:rsidR="009408DC" w:rsidRPr="002F20FC" w:rsidRDefault="002F20FC" w:rsidP="0006066F">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BB162" w14:textId="77777777" w:rsidR="003B43E3" w:rsidRDefault="003B43E3">
      <w:r>
        <w:separator/>
      </w:r>
    </w:p>
  </w:footnote>
  <w:footnote w:type="continuationSeparator" w:id="0">
    <w:p w14:paraId="7B791D3D" w14:textId="77777777" w:rsidR="003B43E3" w:rsidRDefault="003B4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56938" w14:textId="77777777" w:rsidR="0037085F" w:rsidRDefault="003708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25E9C" w14:textId="77777777" w:rsidR="0037085F" w:rsidRDefault="00370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7BC436D1" w:rsidR="009408DC" w:rsidRDefault="0037085F" w:rsidP="00EC3C24">
    <w:pPr>
      <w:pStyle w:val="Header"/>
      <w:ind w:left="-270"/>
    </w:pPr>
    <w:r w:rsidRPr="00F25FC5">
      <w:rPr>
        <w:noProof/>
      </w:rPr>
      <w:drawing>
        <wp:anchor distT="0" distB="0" distL="114300" distR="114300" simplePos="0" relativeHeight="251663360" behindDoc="0" locked="0" layoutInCell="1" allowOverlap="1" wp14:anchorId="3FF1E2F1" wp14:editId="020A9F96">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3177F047">
              <wp:simplePos x="0" y="0"/>
              <wp:positionH relativeFrom="margin">
                <wp:posOffset>4412615</wp:posOffset>
              </wp:positionH>
              <wp:positionV relativeFrom="topMargin">
                <wp:posOffset>506730</wp:posOffset>
              </wp:positionV>
              <wp:extent cx="1707515" cy="765175"/>
              <wp:effectExtent l="0" t="0" r="6985" b="9525"/>
              <wp:wrapTight wrapText="bothSides">
                <wp:wrapPolygon edited="0">
                  <wp:start x="0" y="0"/>
                  <wp:lineTo x="0" y="21510"/>
                  <wp:lineTo x="21528" y="21510"/>
                  <wp:lineTo x="21528"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DAE24" w14:textId="77777777" w:rsidR="00B165EB" w:rsidRPr="003D7205" w:rsidRDefault="00B165EB" w:rsidP="00B165EB">
                          <w:pPr>
                            <w:spacing w:line="240" w:lineRule="exact"/>
                            <w:ind w:right="-641"/>
                            <w:rPr>
                              <w:rFonts w:ascii="Helvetica Neue LT Com 55 Roman" w:hAnsi="Helvetica Neue LT Com 55 Roman" w:cstheme="majorHAnsi"/>
                              <w:kern w:val="18"/>
                              <w:sz w:val="17"/>
                              <w:szCs w:val="17"/>
                            </w:rPr>
                          </w:pPr>
                          <w:r w:rsidRPr="003D7205">
                            <w:rPr>
                              <w:rFonts w:ascii="Helvetica Neue LT Com 75" w:hAnsi="Helvetica Neue LT Com 75" w:cstheme="majorHAnsi"/>
                              <w:b/>
                              <w:kern w:val="18"/>
                              <w:sz w:val="17"/>
                              <w:szCs w:val="17"/>
                            </w:rPr>
                            <w:t>Gensler Family AAP NYC Center</w:t>
                          </w:r>
                          <w:r>
                            <w:rPr>
                              <w:rFonts w:ascii="Helvetica Neue LT Com 75" w:hAnsi="Helvetica Neue LT Com 75" w:cstheme="majorHAnsi"/>
                              <w:b/>
                              <w:kern w:val="18"/>
                              <w:sz w:val="17"/>
                              <w:szCs w:val="17"/>
                            </w:rPr>
                            <w:br/>
                          </w:r>
                          <w:r w:rsidRPr="003D7205">
                            <w:rPr>
                              <w:rFonts w:ascii="Helvetica Neue LT Com 55 Roman" w:hAnsi="Helvetica Neue LT Com 55 Roman" w:cstheme="majorHAnsi"/>
                              <w:kern w:val="18"/>
                              <w:sz w:val="17"/>
                              <w:szCs w:val="17"/>
                            </w:rPr>
                            <w:t>26 Broadway, 20th Floor</w:t>
                          </w:r>
                        </w:p>
                        <w:p w14:paraId="67BE4111" w14:textId="77777777" w:rsidR="00B165EB" w:rsidRDefault="00B165EB" w:rsidP="00B165EB">
                          <w:pPr>
                            <w:spacing w:line="240" w:lineRule="exact"/>
                            <w:ind w:right="-641"/>
                            <w:rPr>
                              <w:rFonts w:ascii="Helvetica Neue LT Com 55 Roman" w:hAnsi="Helvetica Neue LT Com 55 Roman" w:cstheme="majorHAnsi"/>
                              <w:kern w:val="18"/>
                              <w:sz w:val="17"/>
                              <w:szCs w:val="17"/>
                            </w:rPr>
                          </w:pPr>
                          <w:r w:rsidRPr="003D7205">
                            <w:rPr>
                              <w:rFonts w:ascii="Helvetica Neue LT Com 55 Roman" w:hAnsi="Helvetica Neue LT Com 55 Roman" w:cstheme="majorHAnsi"/>
                              <w:kern w:val="18"/>
                              <w:sz w:val="17"/>
                              <w:szCs w:val="17"/>
                            </w:rPr>
                            <w:t>New York, NY 10004</w:t>
                          </w:r>
                          <w:r>
                            <w:rPr>
                              <w:rFonts w:ascii="Helvetica Neue LT Com 55 Roman" w:hAnsi="Helvetica Neue LT Com 55 Roman" w:cstheme="majorHAnsi"/>
                              <w:kern w:val="18"/>
                              <w:sz w:val="17"/>
                              <w:szCs w:val="17"/>
                            </w:rPr>
                            <w:br/>
                          </w:r>
                          <w:r w:rsidRPr="003D7205">
                            <w:rPr>
                              <w:rFonts w:ascii="Helvetica Neue LT Com 55 Roman" w:hAnsi="Helvetica Neue LT Com 55 Roman" w:cstheme="majorHAnsi"/>
                              <w:kern w:val="18"/>
                              <w:sz w:val="17"/>
                              <w:szCs w:val="17"/>
                            </w:rPr>
                            <w:t>(212) 497-7595</w:t>
                          </w:r>
                        </w:p>
                        <w:p w14:paraId="08D3068B" w14:textId="77777777" w:rsidR="00B165EB" w:rsidRPr="00D3768D" w:rsidRDefault="00B165EB" w:rsidP="00B165EB">
                          <w:pPr>
                            <w:spacing w:line="204" w:lineRule="exact"/>
                            <w:ind w:right="-648"/>
                            <w:rPr>
                              <w:sz w:val="17"/>
                              <w:szCs w:val="17"/>
                            </w:rPr>
                          </w:pPr>
                          <w:r w:rsidRPr="003D7205">
                            <w:rPr>
                              <w:rFonts w:ascii="Helvetica Neue LT Com 55 Roman" w:hAnsi="Helvetica Neue LT Com 55 Roman" w:cstheme="majorHAnsi"/>
                              <w:kern w:val="18"/>
                              <w:sz w:val="17"/>
                              <w:szCs w:val="17"/>
                            </w:rPr>
                            <w:t>aapnyc@cornell.edu</w:t>
                          </w:r>
                          <w:r>
                            <w:rPr>
                              <w:rFonts w:ascii="Helvetica Neue LT Com 55 Roman" w:hAnsi="Helvetica Neue LT Com 55 Roman" w:cstheme="majorHAnsi"/>
                              <w:kern w:val="18"/>
                              <w:sz w:val="17"/>
                              <w:szCs w:val="17"/>
                            </w:rPr>
                            <w:br/>
                          </w:r>
                          <w:r>
                            <w:rPr>
                              <w:rFonts w:ascii="Helvetica Neue LT Com 55 Roman" w:hAnsi="Helvetica Neue LT Com 55 Roman" w:cstheme="majorHAnsi"/>
                              <w:kern w:val="18"/>
                              <w:sz w:val="17"/>
                              <w:szCs w:val="17"/>
                            </w:rPr>
                            <w:br/>
                          </w:r>
                          <w:r>
                            <w:rPr>
                              <w:rFonts w:ascii="Helvetica Neue LT Com 55 Roman" w:hAnsi="Helvetica Neue LT Com 55 Roman" w:cstheme="majorHAnsi"/>
                              <w:kern w:val="18"/>
                              <w:sz w:val="17"/>
                              <w:szCs w:val="17"/>
                            </w:rPr>
                            <w:br/>
                          </w:r>
                        </w:p>
                        <w:p w14:paraId="22AEA783" w14:textId="77777777" w:rsidR="00B165EB" w:rsidRPr="00D3768D" w:rsidRDefault="00B165EB" w:rsidP="00B165EB">
                          <w:pPr>
                            <w:rPr>
                              <w:sz w:val="17"/>
                              <w:szCs w:val="17"/>
                            </w:rPr>
                          </w:pPr>
                        </w:p>
                        <w:p w14:paraId="52F0C789" w14:textId="03425F49" w:rsidR="00F25FC5" w:rsidRPr="00C82003" w:rsidRDefault="00F25FC5" w:rsidP="00F25FC5">
                          <w:pPr>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47.45pt;margin-top:39.9pt;width:134.45pt;height:60.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" filled="f" stroked="f">
              <v:textbox inset="0,0,0,0">
                <w:txbxContent>
                  <w:p w14:paraId="016DAE24" w14:textId="77777777" w:rsidR="00B165EB" w:rsidRPr="003D7205" w:rsidRDefault="00B165EB" w:rsidP="00B165EB">
                    <w:pPr>
                      <w:spacing w:line="240" w:lineRule="exact"/>
                      <w:ind w:right="-641"/>
                      <w:rPr>
                        <w:rFonts w:ascii="Helvetica Neue LT Com 55 Roman" w:hAnsi="Helvetica Neue LT Com 55 Roman" w:cstheme="majorHAnsi"/>
                        <w:kern w:val="18"/>
                        <w:sz w:val="17"/>
                        <w:szCs w:val="17"/>
                      </w:rPr>
                    </w:pPr>
                    <w:r w:rsidRPr="003D7205">
                      <w:rPr>
                        <w:rFonts w:ascii="Helvetica Neue LT Com 75" w:hAnsi="Helvetica Neue LT Com 75" w:cstheme="majorHAnsi"/>
                        <w:b/>
                        <w:kern w:val="18"/>
                        <w:sz w:val="17"/>
                        <w:szCs w:val="17"/>
                      </w:rPr>
                      <w:t>Gensler Family AAP NYC Center</w:t>
                    </w:r>
                    <w:r>
                      <w:rPr>
                        <w:rFonts w:ascii="Helvetica Neue LT Com 75" w:hAnsi="Helvetica Neue LT Com 75" w:cstheme="majorHAnsi"/>
                        <w:b/>
                        <w:kern w:val="18"/>
                        <w:sz w:val="17"/>
                        <w:szCs w:val="17"/>
                      </w:rPr>
                      <w:br/>
                    </w:r>
                    <w:r w:rsidRPr="003D7205">
                      <w:rPr>
                        <w:rFonts w:ascii="Helvetica Neue LT Com 55 Roman" w:hAnsi="Helvetica Neue LT Com 55 Roman" w:cstheme="majorHAnsi"/>
                        <w:kern w:val="18"/>
                        <w:sz w:val="17"/>
                        <w:szCs w:val="17"/>
                      </w:rPr>
                      <w:t>26 Broadway, 20th Floor</w:t>
                    </w:r>
                  </w:p>
                  <w:p w14:paraId="67BE4111" w14:textId="77777777" w:rsidR="00B165EB" w:rsidRDefault="00B165EB" w:rsidP="00B165EB">
                    <w:pPr>
                      <w:spacing w:line="240" w:lineRule="exact"/>
                      <w:ind w:right="-641"/>
                      <w:rPr>
                        <w:rFonts w:ascii="Helvetica Neue LT Com 55 Roman" w:hAnsi="Helvetica Neue LT Com 55 Roman" w:cstheme="majorHAnsi"/>
                        <w:kern w:val="18"/>
                        <w:sz w:val="17"/>
                        <w:szCs w:val="17"/>
                      </w:rPr>
                    </w:pPr>
                    <w:r w:rsidRPr="003D7205">
                      <w:rPr>
                        <w:rFonts w:ascii="Helvetica Neue LT Com 55 Roman" w:hAnsi="Helvetica Neue LT Com 55 Roman" w:cstheme="majorHAnsi"/>
                        <w:kern w:val="18"/>
                        <w:sz w:val="17"/>
                        <w:szCs w:val="17"/>
                      </w:rPr>
                      <w:t>New York, NY 10004</w:t>
                    </w:r>
                    <w:r>
                      <w:rPr>
                        <w:rFonts w:ascii="Helvetica Neue LT Com 55 Roman" w:hAnsi="Helvetica Neue LT Com 55 Roman" w:cstheme="majorHAnsi"/>
                        <w:kern w:val="18"/>
                        <w:sz w:val="17"/>
                        <w:szCs w:val="17"/>
                      </w:rPr>
                      <w:br/>
                    </w:r>
                    <w:r w:rsidRPr="003D7205">
                      <w:rPr>
                        <w:rFonts w:ascii="Helvetica Neue LT Com 55 Roman" w:hAnsi="Helvetica Neue LT Com 55 Roman" w:cstheme="majorHAnsi"/>
                        <w:kern w:val="18"/>
                        <w:sz w:val="17"/>
                        <w:szCs w:val="17"/>
                      </w:rPr>
                      <w:t>(212) 497-7595</w:t>
                    </w:r>
                  </w:p>
                  <w:p w14:paraId="08D3068B" w14:textId="77777777" w:rsidR="00B165EB" w:rsidRPr="00D3768D" w:rsidRDefault="00B165EB" w:rsidP="00B165EB">
                    <w:pPr>
                      <w:spacing w:line="204" w:lineRule="exact"/>
                      <w:ind w:right="-648"/>
                      <w:rPr>
                        <w:sz w:val="17"/>
                        <w:szCs w:val="17"/>
                      </w:rPr>
                    </w:pPr>
                    <w:r w:rsidRPr="003D7205">
                      <w:rPr>
                        <w:rFonts w:ascii="Helvetica Neue LT Com 55 Roman" w:hAnsi="Helvetica Neue LT Com 55 Roman" w:cstheme="majorHAnsi"/>
                        <w:kern w:val="18"/>
                        <w:sz w:val="17"/>
                        <w:szCs w:val="17"/>
                      </w:rPr>
                      <w:t>aapnyc@cornell.edu</w:t>
                    </w:r>
                    <w:r>
                      <w:rPr>
                        <w:rFonts w:ascii="Helvetica Neue LT Com 55 Roman" w:hAnsi="Helvetica Neue LT Com 55 Roman" w:cstheme="majorHAnsi"/>
                        <w:kern w:val="18"/>
                        <w:sz w:val="17"/>
                        <w:szCs w:val="17"/>
                      </w:rPr>
                      <w:br/>
                    </w:r>
                    <w:r>
                      <w:rPr>
                        <w:rFonts w:ascii="Helvetica Neue LT Com 55 Roman" w:hAnsi="Helvetica Neue LT Com 55 Roman" w:cstheme="majorHAnsi"/>
                        <w:kern w:val="18"/>
                        <w:sz w:val="17"/>
                        <w:szCs w:val="17"/>
                      </w:rPr>
                      <w:br/>
                    </w:r>
                    <w:r>
                      <w:rPr>
                        <w:rFonts w:ascii="Helvetica Neue LT Com 55 Roman" w:hAnsi="Helvetica Neue LT Com 55 Roman" w:cstheme="majorHAnsi"/>
                        <w:kern w:val="18"/>
                        <w:sz w:val="17"/>
                        <w:szCs w:val="17"/>
                      </w:rPr>
                      <w:br/>
                    </w:r>
                  </w:p>
                  <w:p w14:paraId="22AEA783" w14:textId="77777777" w:rsidR="00B165EB" w:rsidRPr="00D3768D" w:rsidRDefault="00B165EB" w:rsidP="00B165EB">
                    <w:pPr>
                      <w:rPr>
                        <w:sz w:val="17"/>
                        <w:szCs w:val="17"/>
                      </w:rPr>
                    </w:pPr>
                  </w:p>
                  <w:p w14:paraId="52F0C789" w14:textId="03425F49" w:rsidR="00F25FC5" w:rsidRPr="00C82003" w:rsidRDefault="00F25FC5" w:rsidP="00F25FC5">
                    <w:pPr>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4887911">
    <w:abstractNumId w:val="1"/>
  </w:num>
  <w:num w:numId="2" w16cid:durableId="136494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21746"/>
    <w:rsid w:val="00041C7C"/>
    <w:rsid w:val="0006066F"/>
    <w:rsid w:val="0007765A"/>
    <w:rsid w:val="00113E06"/>
    <w:rsid w:val="00134A36"/>
    <w:rsid w:val="00174082"/>
    <w:rsid w:val="001E76BA"/>
    <w:rsid w:val="00215006"/>
    <w:rsid w:val="002256D8"/>
    <w:rsid w:val="002903D8"/>
    <w:rsid w:val="002A6561"/>
    <w:rsid w:val="002C14D0"/>
    <w:rsid w:val="002F20FC"/>
    <w:rsid w:val="00314341"/>
    <w:rsid w:val="003207F5"/>
    <w:rsid w:val="00336ED6"/>
    <w:rsid w:val="00340015"/>
    <w:rsid w:val="0037085F"/>
    <w:rsid w:val="003B43E3"/>
    <w:rsid w:val="003F1DA0"/>
    <w:rsid w:val="004007EA"/>
    <w:rsid w:val="004165DE"/>
    <w:rsid w:val="00421BA9"/>
    <w:rsid w:val="00443B36"/>
    <w:rsid w:val="004463A4"/>
    <w:rsid w:val="004C0877"/>
    <w:rsid w:val="004C7C68"/>
    <w:rsid w:val="004D0628"/>
    <w:rsid w:val="004E198D"/>
    <w:rsid w:val="004F7CC9"/>
    <w:rsid w:val="00504B70"/>
    <w:rsid w:val="00510CC5"/>
    <w:rsid w:val="005542CE"/>
    <w:rsid w:val="005A746A"/>
    <w:rsid w:val="005F2A7F"/>
    <w:rsid w:val="00603489"/>
    <w:rsid w:val="00623069"/>
    <w:rsid w:val="0066178D"/>
    <w:rsid w:val="006634D2"/>
    <w:rsid w:val="00684B71"/>
    <w:rsid w:val="006C2EDF"/>
    <w:rsid w:val="006C47D6"/>
    <w:rsid w:val="006D0F8A"/>
    <w:rsid w:val="006D1DAF"/>
    <w:rsid w:val="006E46CB"/>
    <w:rsid w:val="00700682"/>
    <w:rsid w:val="0070785A"/>
    <w:rsid w:val="0071146A"/>
    <w:rsid w:val="007570DE"/>
    <w:rsid w:val="007843B3"/>
    <w:rsid w:val="007A1C4D"/>
    <w:rsid w:val="007B0CD0"/>
    <w:rsid w:val="007D2A3D"/>
    <w:rsid w:val="00801C33"/>
    <w:rsid w:val="0083087B"/>
    <w:rsid w:val="008324B3"/>
    <w:rsid w:val="008327BD"/>
    <w:rsid w:val="008446CA"/>
    <w:rsid w:val="0084696B"/>
    <w:rsid w:val="008656F4"/>
    <w:rsid w:val="00886415"/>
    <w:rsid w:val="008B79DC"/>
    <w:rsid w:val="008F3617"/>
    <w:rsid w:val="00937F73"/>
    <w:rsid w:val="009408DC"/>
    <w:rsid w:val="00946677"/>
    <w:rsid w:val="0095244C"/>
    <w:rsid w:val="00961692"/>
    <w:rsid w:val="00970B25"/>
    <w:rsid w:val="009964AB"/>
    <w:rsid w:val="00A32031"/>
    <w:rsid w:val="00A57EB8"/>
    <w:rsid w:val="00AA115A"/>
    <w:rsid w:val="00AA2C8B"/>
    <w:rsid w:val="00AA366B"/>
    <w:rsid w:val="00AF6369"/>
    <w:rsid w:val="00B104A5"/>
    <w:rsid w:val="00B165EB"/>
    <w:rsid w:val="00BA5FB3"/>
    <w:rsid w:val="00BB6536"/>
    <w:rsid w:val="00BE06AE"/>
    <w:rsid w:val="00BE1B2B"/>
    <w:rsid w:val="00BF15DE"/>
    <w:rsid w:val="00C32655"/>
    <w:rsid w:val="00C62024"/>
    <w:rsid w:val="00C6621E"/>
    <w:rsid w:val="00C82003"/>
    <w:rsid w:val="00C86117"/>
    <w:rsid w:val="00C96661"/>
    <w:rsid w:val="00CC5496"/>
    <w:rsid w:val="00CC6DF7"/>
    <w:rsid w:val="00CF32BE"/>
    <w:rsid w:val="00D07456"/>
    <w:rsid w:val="00D12F94"/>
    <w:rsid w:val="00D3768D"/>
    <w:rsid w:val="00D61731"/>
    <w:rsid w:val="00D6292C"/>
    <w:rsid w:val="00DB6C1F"/>
    <w:rsid w:val="00DC51DD"/>
    <w:rsid w:val="00DD2310"/>
    <w:rsid w:val="00E133BD"/>
    <w:rsid w:val="00E31D0D"/>
    <w:rsid w:val="00E4296E"/>
    <w:rsid w:val="00E52AA3"/>
    <w:rsid w:val="00E70EED"/>
    <w:rsid w:val="00E81216"/>
    <w:rsid w:val="00E83DD5"/>
    <w:rsid w:val="00EC3C24"/>
    <w:rsid w:val="00EF2687"/>
    <w:rsid w:val="00F2172B"/>
    <w:rsid w:val="00F25FC5"/>
    <w:rsid w:val="00F27240"/>
    <w:rsid w:val="00F95ABE"/>
    <w:rsid w:val="00F970D5"/>
    <w:rsid w:val="00FB618F"/>
    <w:rsid w:val="00FD5537"/>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215006"/>
  </w:style>
  <w:style w:type="character" w:customStyle="1" w:styleId="apple-converted-space">
    <w:name w:val="apple-converted-space"/>
    <w:basedOn w:val="DefaultParagraphFont"/>
    <w:rsid w:val="00215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6</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12</cp:revision>
  <cp:lastPrinted>2019-07-16T14:48:00Z</cp:lastPrinted>
  <dcterms:created xsi:type="dcterms:W3CDTF">2022-04-05T16:29:00Z</dcterms:created>
  <dcterms:modified xsi:type="dcterms:W3CDTF">2025-07-29T14:12:00Z</dcterms:modified>
</cp:coreProperties>
</file>