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2A31D4B9" w14:textId="0127DEE9" w:rsidR="0071146A" w:rsidRPr="00041C7C" w:rsidRDefault="00BB6536" w:rsidP="0071146A">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congue. Curabitur vestibulum diam consequat lorem elementum posuere. Fusce ornare, odio vitae </w:t>
      </w:r>
      <w:r w:rsidR="00FE3CD7">
        <w:rPr>
          <w:rFonts w:ascii="Arial" w:hAnsi="Arial" w:cs="Arial"/>
          <w:color w:val="000000"/>
          <w:sz w:val="21"/>
          <w:szCs w:val="21"/>
        </w:rPr>
        <w:lastRenderedPageBreak/>
        <w:t>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7A655" w14:textId="77777777" w:rsidR="000C41B3" w:rsidRDefault="000C41B3">
      <w:r>
        <w:separator/>
      </w:r>
    </w:p>
  </w:endnote>
  <w:endnote w:type="continuationSeparator" w:id="0">
    <w:p w14:paraId="0D231F93" w14:textId="77777777" w:rsidR="000C41B3" w:rsidRDefault="000C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CA8E0" w14:textId="77777777" w:rsidR="00E6572C" w:rsidRDefault="00E65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171B7761" w:rsidR="002903D8" w:rsidRPr="00E14B93" w:rsidRDefault="00E14B93" w:rsidP="00E14B93">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0A531A46" w:rsidR="009408DC" w:rsidRPr="00E14B93" w:rsidRDefault="00E14B93" w:rsidP="00E6572C">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8C5F4" w14:textId="77777777" w:rsidR="000C41B3" w:rsidRDefault="000C41B3">
      <w:r>
        <w:separator/>
      </w:r>
    </w:p>
  </w:footnote>
  <w:footnote w:type="continuationSeparator" w:id="0">
    <w:p w14:paraId="3C96A968" w14:textId="77777777" w:rsidR="000C41B3" w:rsidRDefault="000C4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3C7B8" w14:textId="77777777" w:rsidR="00E6572C" w:rsidRDefault="00E65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B9E28" w14:textId="77777777" w:rsidR="00E6572C" w:rsidRDefault="00E65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73965327" w:rsidR="009408DC" w:rsidRDefault="002F5586" w:rsidP="00EC3C24">
    <w:pPr>
      <w:pStyle w:val="Header"/>
      <w:ind w:left="-270"/>
    </w:pPr>
    <w:r w:rsidRPr="00F25FC5">
      <w:rPr>
        <w:noProof/>
      </w:rPr>
      <w:drawing>
        <wp:anchor distT="0" distB="0" distL="114300" distR="114300" simplePos="0" relativeHeight="251663360" behindDoc="0" locked="0" layoutInCell="1" allowOverlap="1" wp14:anchorId="3FF1E2F1" wp14:editId="4FD0646A">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6900F9AC">
              <wp:simplePos x="0" y="0"/>
              <wp:positionH relativeFrom="margin">
                <wp:posOffset>4724400</wp:posOffset>
              </wp:positionH>
              <wp:positionV relativeFrom="topMargin">
                <wp:posOffset>504825</wp:posOffset>
              </wp:positionV>
              <wp:extent cx="1400175" cy="1171575"/>
              <wp:effectExtent l="0" t="0" r="9525" b="9525"/>
              <wp:wrapTight wrapText="bothSides">
                <wp:wrapPolygon edited="0">
                  <wp:start x="0" y="0"/>
                  <wp:lineTo x="0" y="21424"/>
                  <wp:lineTo x="21453" y="21424"/>
                  <wp:lineTo x="21453"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752C3" w14:textId="77777777" w:rsidR="00CA5AA4" w:rsidRPr="0063155F" w:rsidRDefault="00CA5AA4" w:rsidP="00CA5AA4">
                          <w:pPr>
                            <w:spacing w:line="240" w:lineRule="exact"/>
                            <w:ind w:right="-641"/>
                            <w:rPr>
                              <w:rFonts w:ascii="Arial" w:hAnsi="Arial" w:cs="Arial"/>
                              <w:b/>
                              <w:kern w:val="18"/>
                              <w:sz w:val="17"/>
                              <w:szCs w:val="17"/>
                            </w:rPr>
                          </w:pPr>
                          <w:r w:rsidRPr="0063155F">
                            <w:rPr>
                              <w:rFonts w:ascii="Arial" w:hAnsi="Arial" w:cs="Arial"/>
                              <w:b/>
                              <w:kern w:val="18"/>
                              <w:sz w:val="17"/>
                              <w:szCs w:val="17"/>
                            </w:rPr>
                            <w:t xml:space="preserve">Department of City and </w:t>
                          </w:r>
                        </w:p>
                        <w:p w14:paraId="0B8EC634" w14:textId="77777777" w:rsidR="00CA5AA4" w:rsidRPr="0063155F" w:rsidRDefault="00CA5AA4" w:rsidP="00CA5AA4">
                          <w:pPr>
                            <w:spacing w:line="240" w:lineRule="exact"/>
                            <w:ind w:right="-641"/>
                            <w:rPr>
                              <w:rFonts w:ascii="Arial" w:hAnsi="Arial" w:cs="Arial"/>
                              <w:bCs/>
                              <w:kern w:val="18"/>
                              <w:sz w:val="17"/>
                              <w:szCs w:val="17"/>
                            </w:rPr>
                          </w:pPr>
                          <w:r w:rsidRPr="0063155F">
                            <w:rPr>
                              <w:rFonts w:ascii="Arial" w:hAnsi="Arial" w:cs="Arial"/>
                              <w:b/>
                              <w:kern w:val="18"/>
                              <w:sz w:val="17"/>
                              <w:szCs w:val="17"/>
                            </w:rPr>
                            <w:t>Regional Planning</w:t>
                          </w:r>
                          <w:r w:rsidRPr="0063155F">
                            <w:rPr>
                              <w:rFonts w:ascii="Arial" w:hAnsi="Arial" w:cs="Arial"/>
                              <w:b/>
                              <w:kern w:val="18"/>
                              <w:sz w:val="17"/>
                              <w:szCs w:val="17"/>
                            </w:rPr>
                            <w:br/>
                          </w:r>
                          <w:r w:rsidRPr="0063155F">
                            <w:rPr>
                              <w:rFonts w:ascii="Arial" w:hAnsi="Arial" w:cs="Arial"/>
                              <w:bCs/>
                              <w:kern w:val="18"/>
                              <w:sz w:val="17"/>
                              <w:szCs w:val="17"/>
                            </w:rPr>
                            <w:t>[Name]</w:t>
                          </w:r>
                        </w:p>
                        <w:p w14:paraId="7F5677AD" w14:textId="77777777" w:rsidR="00CA5AA4" w:rsidRPr="0063155F" w:rsidRDefault="00CA5AA4" w:rsidP="00CA5AA4">
                          <w:pPr>
                            <w:spacing w:line="240" w:lineRule="exact"/>
                            <w:ind w:right="-641"/>
                            <w:rPr>
                              <w:rFonts w:ascii="Arial" w:hAnsi="Arial" w:cs="Arial"/>
                              <w:bCs/>
                              <w:kern w:val="18"/>
                              <w:sz w:val="17"/>
                              <w:szCs w:val="17"/>
                            </w:rPr>
                          </w:pPr>
                          <w:r w:rsidRPr="0063155F">
                            <w:rPr>
                              <w:rFonts w:ascii="Arial" w:hAnsi="Arial" w:cs="Arial"/>
                              <w:bCs/>
                              <w:kern w:val="18"/>
                              <w:sz w:val="17"/>
                              <w:szCs w:val="17"/>
                            </w:rPr>
                            <w:t>[Title]</w:t>
                          </w:r>
                          <w:r w:rsidRPr="0063155F">
                            <w:rPr>
                              <w:rFonts w:ascii="Arial" w:hAnsi="Arial" w:cs="Arial"/>
                              <w:kern w:val="18"/>
                              <w:sz w:val="17"/>
                              <w:szCs w:val="17"/>
                            </w:rPr>
                            <w:br/>
                            <w:t>106 W. Sibley Hall</w:t>
                          </w:r>
                        </w:p>
                        <w:p w14:paraId="333A304B" w14:textId="77777777" w:rsidR="00CA5AA4" w:rsidRPr="0063155F" w:rsidRDefault="00CA5AA4" w:rsidP="00CA5AA4">
                          <w:pPr>
                            <w:spacing w:line="204" w:lineRule="exact"/>
                            <w:ind w:right="-648"/>
                            <w:rPr>
                              <w:rFonts w:ascii="Arial" w:hAnsi="Arial" w:cs="Arial"/>
                              <w:kern w:val="18"/>
                              <w:sz w:val="17"/>
                              <w:szCs w:val="17"/>
                            </w:rPr>
                          </w:pPr>
                          <w:r w:rsidRPr="0063155F">
                            <w:rPr>
                              <w:rFonts w:ascii="Arial" w:hAnsi="Arial" w:cs="Arial"/>
                              <w:kern w:val="18"/>
                              <w:sz w:val="17"/>
                              <w:szCs w:val="17"/>
                            </w:rPr>
                            <w:t>Ithaca, NY 14853</w:t>
                          </w:r>
                        </w:p>
                        <w:p w14:paraId="5A5B7E3E" w14:textId="77777777" w:rsidR="00CA5AA4" w:rsidRPr="0063155F" w:rsidRDefault="00CA5AA4" w:rsidP="00CA5AA4">
                          <w:pPr>
                            <w:spacing w:line="204" w:lineRule="exact"/>
                            <w:ind w:right="-648"/>
                            <w:rPr>
                              <w:rFonts w:ascii="Arial" w:hAnsi="Arial" w:cs="Arial"/>
                              <w:kern w:val="18"/>
                              <w:sz w:val="17"/>
                              <w:szCs w:val="17"/>
                            </w:rPr>
                          </w:pPr>
                          <w:r w:rsidRPr="0063155F">
                            <w:rPr>
                              <w:rFonts w:ascii="Arial" w:hAnsi="Arial" w:cs="Arial"/>
                              <w:kern w:val="18"/>
                              <w:sz w:val="17"/>
                              <w:szCs w:val="17"/>
                            </w:rPr>
                            <w:t>(607) 255-1971</w:t>
                          </w:r>
                        </w:p>
                        <w:p w14:paraId="0306F7EE" w14:textId="77777777" w:rsidR="00CA5AA4" w:rsidRPr="0063155F" w:rsidRDefault="00CA5AA4" w:rsidP="00CA5AA4">
                          <w:pPr>
                            <w:rPr>
                              <w:rFonts w:ascii="Arial" w:hAnsi="Arial" w:cs="Arial"/>
                              <w:sz w:val="17"/>
                              <w:szCs w:val="17"/>
                            </w:rPr>
                          </w:pPr>
                          <w:r w:rsidRPr="0063155F">
                            <w:rPr>
                              <w:rFonts w:ascii="Arial" w:hAnsi="Arial" w:cs="Arial"/>
                              <w:kern w:val="18"/>
                              <w:sz w:val="17"/>
                              <w:szCs w:val="17"/>
                            </w:rPr>
                            <w:t>crpinfo@cornell.edu</w:t>
                          </w:r>
                        </w:p>
                        <w:p w14:paraId="52F0C789" w14:textId="6D20C2A0" w:rsidR="00F25FC5" w:rsidRPr="00C82003" w:rsidRDefault="00F25FC5" w:rsidP="00701A4A">
                          <w:pPr>
                            <w:rPr>
                              <w:rFonts w:ascii="Arial" w:hAnsi="Arial" w:cs="Arial"/>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72pt;margin-top:39.75pt;width:110.25pt;height:9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" filled="f" stroked="f">
              <v:textbox inset="0,0,0,0">
                <w:txbxContent>
                  <w:p w14:paraId="1CD752C3" w14:textId="77777777" w:rsidR="00CA5AA4" w:rsidRPr="0063155F" w:rsidRDefault="00CA5AA4" w:rsidP="00CA5AA4">
                    <w:pPr>
                      <w:spacing w:line="240" w:lineRule="exact"/>
                      <w:ind w:right="-641"/>
                      <w:rPr>
                        <w:rFonts w:ascii="Arial" w:hAnsi="Arial" w:cs="Arial"/>
                        <w:b/>
                        <w:kern w:val="18"/>
                        <w:sz w:val="17"/>
                        <w:szCs w:val="17"/>
                      </w:rPr>
                    </w:pPr>
                    <w:r w:rsidRPr="0063155F">
                      <w:rPr>
                        <w:rFonts w:ascii="Arial" w:hAnsi="Arial" w:cs="Arial"/>
                        <w:b/>
                        <w:kern w:val="18"/>
                        <w:sz w:val="17"/>
                        <w:szCs w:val="17"/>
                      </w:rPr>
                      <w:t xml:space="preserve">Department of City and </w:t>
                    </w:r>
                  </w:p>
                  <w:p w14:paraId="0B8EC634" w14:textId="77777777" w:rsidR="00CA5AA4" w:rsidRPr="0063155F" w:rsidRDefault="00CA5AA4" w:rsidP="00CA5AA4">
                    <w:pPr>
                      <w:spacing w:line="240" w:lineRule="exact"/>
                      <w:ind w:right="-641"/>
                      <w:rPr>
                        <w:rFonts w:ascii="Arial" w:hAnsi="Arial" w:cs="Arial"/>
                        <w:bCs/>
                        <w:kern w:val="18"/>
                        <w:sz w:val="17"/>
                        <w:szCs w:val="17"/>
                      </w:rPr>
                    </w:pPr>
                    <w:r w:rsidRPr="0063155F">
                      <w:rPr>
                        <w:rFonts w:ascii="Arial" w:hAnsi="Arial" w:cs="Arial"/>
                        <w:b/>
                        <w:kern w:val="18"/>
                        <w:sz w:val="17"/>
                        <w:szCs w:val="17"/>
                      </w:rPr>
                      <w:t>Regional Planning</w:t>
                    </w:r>
                    <w:r w:rsidRPr="0063155F">
                      <w:rPr>
                        <w:rFonts w:ascii="Arial" w:hAnsi="Arial" w:cs="Arial"/>
                        <w:b/>
                        <w:kern w:val="18"/>
                        <w:sz w:val="17"/>
                        <w:szCs w:val="17"/>
                      </w:rPr>
                      <w:br/>
                    </w:r>
                    <w:r w:rsidRPr="0063155F">
                      <w:rPr>
                        <w:rFonts w:ascii="Arial" w:hAnsi="Arial" w:cs="Arial"/>
                        <w:bCs/>
                        <w:kern w:val="18"/>
                        <w:sz w:val="17"/>
                        <w:szCs w:val="17"/>
                      </w:rPr>
                      <w:t>[Name]</w:t>
                    </w:r>
                  </w:p>
                  <w:p w14:paraId="7F5677AD" w14:textId="77777777" w:rsidR="00CA5AA4" w:rsidRPr="0063155F" w:rsidRDefault="00CA5AA4" w:rsidP="00CA5AA4">
                    <w:pPr>
                      <w:spacing w:line="240" w:lineRule="exact"/>
                      <w:ind w:right="-641"/>
                      <w:rPr>
                        <w:rFonts w:ascii="Arial" w:hAnsi="Arial" w:cs="Arial"/>
                        <w:bCs/>
                        <w:kern w:val="18"/>
                        <w:sz w:val="17"/>
                        <w:szCs w:val="17"/>
                      </w:rPr>
                    </w:pPr>
                    <w:r w:rsidRPr="0063155F">
                      <w:rPr>
                        <w:rFonts w:ascii="Arial" w:hAnsi="Arial" w:cs="Arial"/>
                        <w:bCs/>
                        <w:kern w:val="18"/>
                        <w:sz w:val="17"/>
                        <w:szCs w:val="17"/>
                      </w:rPr>
                      <w:t>[Title]</w:t>
                    </w:r>
                    <w:r w:rsidRPr="0063155F">
                      <w:rPr>
                        <w:rFonts w:ascii="Arial" w:hAnsi="Arial" w:cs="Arial"/>
                        <w:kern w:val="18"/>
                        <w:sz w:val="17"/>
                        <w:szCs w:val="17"/>
                      </w:rPr>
                      <w:br/>
                      <w:t>106 W. Sibley Hall</w:t>
                    </w:r>
                  </w:p>
                  <w:p w14:paraId="333A304B" w14:textId="77777777" w:rsidR="00CA5AA4" w:rsidRPr="0063155F" w:rsidRDefault="00CA5AA4" w:rsidP="00CA5AA4">
                    <w:pPr>
                      <w:spacing w:line="204" w:lineRule="exact"/>
                      <w:ind w:right="-648"/>
                      <w:rPr>
                        <w:rFonts w:ascii="Arial" w:hAnsi="Arial" w:cs="Arial"/>
                        <w:kern w:val="18"/>
                        <w:sz w:val="17"/>
                        <w:szCs w:val="17"/>
                      </w:rPr>
                    </w:pPr>
                    <w:r w:rsidRPr="0063155F">
                      <w:rPr>
                        <w:rFonts w:ascii="Arial" w:hAnsi="Arial" w:cs="Arial"/>
                        <w:kern w:val="18"/>
                        <w:sz w:val="17"/>
                        <w:szCs w:val="17"/>
                      </w:rPr>
                      <w:t>Ithaca, NY 14853</w:t>
                    </w:r>
                  </w:p>
                  <w:p w14:paraId="5A5B7E3E" w14:textId="77777777" w:rsidR="00CA5AA4" w:rsidRPr="0063155F" w:rsidRDefault="00CA5AA4" w:rsidP="00CA5AA4">
                    <w:pPr>
                      <w:spacing w:line="204" w:lineRule="exact"/>
                      <w:ind w:right="-648"/>
                      <w:rPr>
                        <w:rFonts w:ascii="Arial" w:hAnsi="Arial" w:cs="Arial"/>
                        <w:kern w:val="18"/>
                        <w:sz w:val="17"/>
                        <w:szCs w:val="17"/>
                      </w:rPr>
                    </w:pPr>
                    <w:r w:rsidRPr="0063155F">
                      <w:rPr>
                        <w:rFonts w:ascii="Arial" w:hAnsi="Arial" w:cs="Arial"/>
                        <w:kern w:val="18"/>
                        <w:sz w:val="17"/>
                        <w:szCs w:val="17"/>
                      </w:rPr>
                      <w:t>(607) 255-1971</w:t>
                    </w:r>
                  </w:p>
                  <w:p w14:paraId="0306F7EE" w14:textId="77777777" w:rsidR="00CA5AA4" w:rsidRPr="0063155F" w:rsidRDefault="00CA5AA4" w:rsidP="00CA5AA4">
                    <w:pPr>
                      <w:rPr>
                        <w:rFonts w:ascii="Arial" w:hAnsi="Arial" w:cs="Arial"/>
                        <w:sz w:val="17"/>
                        <w:szCs w:val="17"/>
                      </w:rPr>
                    </w:pPr>
                    <w:r w:rsidRPr="0063155F">
                      <w:rPr>
                        <w:rFonts w:ascii="Arial" w:hAnsi="Arial" w:cs="Arial"/>
                        <w:kern w:val="18"/>
                        <w:sz w:val="17"/>
                        <w:szCs w:val="17"/>
                      </w:rPr>
                      <w:t>crpinfo@cornell.edu</w:t>
                    </w:r>
                  </w:p>
                  <w:p w14:paraId="52F0C789" w14:textId="6D20C2A0" w:rsidR="00F25FC5" w:rsidRPr="00C82003" w:rsidRDefault="00F25FC5" w:rsidP="00701A4A">
                    <w:pPr>
                      <w:rPr>
                        <w:rFonts w:ascii="Arial" w:hAnsi="Arial" w:cs="Arial"/>
                        <w:sz w:val="17"/>
                        <w:szCs w:val="17"/>
                      </w:rPr>
                    </w:pP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7522195">
    <w:abstractNumId w:val="1"/>
  </w:num>
  <w:num w:numId="2" w16cid:durableId="356155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10098"/>
    <w:rsid w:val="00021746"/>
    <w:rsid w:val="00041C7C"/>
    <w:rsid w:val="0007765A"/>
    <w:rsid w:val="000C41B3"/>
    <w:rsid w:val="00113E06"/>
    <w:rsid w:val="00134A36"/>
    <w:rsid w:val="001E76BA"/>
    <w:rsid w:val="002256D8"/>
    <w:rsid w:val="00285A8E"/>
    <w:rsid w:val="002903D8"/>
    <w:rsid w:val="002A6561"/>
    <w:rsid w:val="002C14D0"/>
    <w:rsid w:val="002D2AB7"/>
    <w:rsid w:val="002F5586"/>
    <w:rsid w:val="00314341"/>
    <w:rsid w:val="003207F5"/>
    <w:rsid w:val="00340015"/>
    <w:rsid w:val="004007EA"/>
    <w:rsid w:val="004165DE"/>
    <w:rsid w:val="00421BA9"/>
    <w:rsid w:val="0044327C"/>
    <w:rsid w:val="00443B36"/>
    <w:rsid w:val="004463A4"/>
    <w:rsid w:val="004C0877"/>
    <w:rsid w:val="004C7C68"/>
    <w:rsid w:val="004E198D"/>
    <w:rsid w:val="004E1F2A"/>
    <w:rsid w:val="004F7CC9"/>
    <w:rsid w:val="00504B70"/>
    <w:rsid w:val="00510CC5"/>
    <w:rsid w:val="005542CE"/>
    <w:rsid w:val="005A746A"/>
    <w:rsid w:val="005F2A7F"/>
    <w:rsid w:val="00603489"/>
    <w:rsid w:val="00623069"/>
    <w:rsid w:val="0066178D"/>
    <w:rsid w:val="006634D2"/>
    <w:rsid w:val="00684B71"/>
    <w:rsid w:val="006C2EDF"/>
    <w:rsid w:val="006C47D6"/>
    <w:rsid w:val="006D1DAF"/>
    <w:rsid w:val="006E46CB"/>
    <w:rsid w:val="00700682"/>
    <w:rsid w:val="00701A4A"/>
    <w:rsid w:val="0070785A"/>
    <w:rsid w:val="0071146A"/>
    <w:rsid w:val="007570DE"/>
    <w:rsid w:val="007843B3"/>
    <w:rsid w:val="007A1C4D"/>
    <w:rsid w:val="007B0CD0"/>
    <w:rsid w:val="007D2A3D"/>
    <w:rsid w:val="00801C33"/>
    <w:rsid w:val="008324B3"/>
    <w:rsid w:val="008327BD"/>
    <w:rsid w:val="008446CA"/>
    <w:rsid w:val="0084696B"/>
    <w:rsid w:val="008656F4"/>
    <w:rsid w:val="00886415"/>
    <w:rsid w:val="008A6894"/>
    <w:rsid w:val="008B79DC"/>
    <w:rsid w:val="008F3617"/>
    <w:rsid w:val="00937F73"/>
    <w:rsid w:val="009408DC"/>
    <w:rsid w:val="00946677"/>
    <w:rsid w:val="0095244C"/>
    <w:rsid w:val="00961692"/>
    <w:rsid w:val="00970B25"/>
    <w:rsid w:val="009964AB"/>
    <w:rsid w:val="00A32031"/>
    <w:rsid w:val="00AA115A"/>
    <w:rsid w:val="00AA2C8B"/>
    <w:rsid w:val="00AA366B"/>
    <w:rsid w:val="00AC407A"/>
    <w:rsid w:val="00AF6369"/>
    <w:rsid w:val="00B104A5"/>
    <w:rsid w:val="00BA5FB3"/>
    <w:rsid w:val="00BB6536"/>
    <w:rsid w:val="00BE06AE"/>
    <w:rsid w:val="00BE1B2B"/>
    <w:rsid w:val="00BF15DE"/>
    <w:rsid w:val="00C32655"/>
    <w:rsid w:val="00C37C34"/>
    <w:rsid w:val="00C82003"/>
    <w:rsid w:val="00C86117"/>
    <w:rsid w:val="00C96661"/>
    <w:rsid w:val="00CA5AA4"/>
    <w:rsid w:val="00CC5496"/>
    <w:rsid w:val="00CC6DF7"/>
    <w:rsid w:val="00CF32BE"/>
    <w:rsid w:val="00D07456"/>
    <w:rsid w:val="00D12F94"/>
    <w:rsid w:val="00D3768D"/>
    <w:rsid w:val="00D60447"/>
    <w:rsid w:val="00D61731"/>
    <w:rsid w:val="00DB6C1F"/>
    <w:rsid w:val="00DC51DD"/>
    <w:rsid w:val="00DD2310"/>
    <w:rsid w:val="00E133BD"/>
    <w:rsid w:val="00E14B93"/>
    <w:rsid w:val="00E31D0D"/>
    <w:rsid w:val="00E52AA3"/>
    <w:rsid w:val="00E6572C"/>
    <w:rsid w:val="00E81216"/>
    <w:rsid w:val="00E83DD5"/>
    <w:rsid w:val="00EC3C24"/>
    <w:rsid w:val="00EF2687"/>
    <w:rsid w:val="00F2172B"/>
    <w:rsid w:val="00F25FC5"/>
    <w:rsid w:val="00F27240"/>
    <w:rsid w:val="00F90B16"/>
    <w:rsid w:val="00F92D84"/>
    <w:rsid w:val="00F95ABE"/>
    <w:rsid w:val="00F970D5"/>
    <w:rsid w:val="00FB618F"/>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F90B16"/>
  </w:style>
  <w:style w:type="character" w:customStyle="1" w:styleId="apple-converted-space">
    <w:name w:val="apple-converted-space"/>
    <w:basedOn w:val="DefaultParagraphFont"/>
    <w:rsid w:val="00F90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1</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8</cp:revision>
  <cp:lastPrinted>2019-07-16T14:48:00Z</cp:lastPrinted>
  <dcterms:created xsi:type="dcterms:W3CDTF">2022-04-05T16:31:00Z</dcterms:created>
  <dcterms:modified xsi:type="dcterms:W3CDTF">2025-07-29T14:11:00Z</dcterms:modified>
</cp:coreProperties>
</file>